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BB4150" w14:textId="77777777" w:rsidR="00D10C27" w:rsidRPr="009E474A" w:rsidRDefault="00D10C27" w:rsidP="00BD3406">
      <w:pPr>
        <w:pStyle w:val="af"/>
        <w:spacing w:line="276" w:lineRule="auto"/>
        <w:ind w:left="0" w:firstLine="284"/>
        <w:rPr>
          <w:rFonts w:ascii="Arial Narrow" w:hAnsi="Arial Narrow"/>
          <w:sz w:val="22"/>
          <w:szCs w:val="22"/>
        </w:rPr>
      </w:pPr>
    </w:p>
    <w:p w14:paraId="3C39C9E3" w14:textId="77777777" w:rsidR="007D5792" w:rsidRPr="009E474A" w:rsidRDefault="00E05D90" w:rsidP="009E474A">
      <w:pPr>
        <w:keepNext/>
        <w:spacing w:after="0" w:line="240" w:lineRule="auto"/>
        <w:ind w:firstLine="284"/>
        <w:jc w:val="center"/>
        <w:outlineLvl w:val="3"/>
        <w:rPr>
          <w:rFonts w:ascii="Arial Narrow" w:eastAsia="Times New Roman" w:hAnsi="Arial Narrow" w:cs="Times New Roman"/>
          <w:b/>
          <w:bCs/>
          <w:lang w:eastAsia="ru-RU"/>
        </w:rPr>
      </w:pPr>
      <w:r w:rsidRPr="009E474A">
        <w:rPr>
          <w:rFonts w:ascii="Arial Narrow" w:eastAsia="Times New Roman" w:hAnsi="Arial Narrow" w:cs="Times New Roman"/>
          <w:b/>
          <w:bCs/>
          <w:lang w:eastAsia="ru-RU"/>
        </w:rPr>
        <w:t xml:space="preserve">СООБЩЕНИЕ О ПРОВЕДЕНИИ </w:t>
      </w:r>
      <w:r w:rsidR="004A5FF3" w:rsidRPr="009E474A">
        <w:rPr>
          <w:rFonts w:ascii="Arial Narrow" w:eastAsia="Times New Roman" w:hAnsi="Arial Narrow" w:cs="Times New Roman"/>
          <w:b/>
          <w:bCs/>
          <w:lang w:eastAsia="ru-RU"/>
        </w:rPr>
        <w:t xml:space="preserve">ГОДОВОГО </w:t>
      </w:r>
      <w:r w:rsidRPr="009E474A">
        <w:rPr>
          <w:rFonts w:ascii="Arial Narrow" w:eastAsia="Times New Roman" w:hAnsi="Arial Narrow" w:cs="Times New Roman"/>
          <w:b/>
          <w:bCs/>
          <w:lang w:eastAsia="ru-RU"/>
        </w:rPr>
        <w:t>ОБЩЕГО СОБРАНИЯ АКЦИОНЕРОВ</w:t>
      </w:r>
    </w:p>
    <w:p w14:paraId="28E1EC27" w14:textId="5AA30FD3" w:rsidR="00E05D90" w:rsidRPr="009E474A" w:rsidRDefault="00E05D90" w:rsidP="009E474A">
      <w:pPr>
        <w:keepNext/>
        <w:spacing w:after="0" w:line="240" w:lineRule="auto"/>
        <w:ind w:firstLine="284"/>
        <w:jc w:val="center"/>
        <w:outlineLvl w:val="3"/>
        <w:rPr>
          <w:rFonts w:ascii="Arial Narrow" w:eastAsia="Times New Roman" w:hAnsi="Arial Narrow" w:cs="Times New Roman"/>
          <w:b/>
          <w:bCs/>
          <w:lang w:eastAsia="ru-RU"/>
        </w:rPr>
      </w:pPr>
      <w:r w:rsidRPr="009E474A">
        <w:rPr>
          <w:rFonts w:ascii="Arial Narrow" w:eastAsia="Times New Roman" w:hAnsi="Arial Narrow" w:cs="Times New Roman"/>
          <w:b/>
          <w:bCs/>
          <w:lang w:eastAsia="ru-RU"/>
        </w:rPr>
        <w:t>АКЦИОНЕРНОГО ОБЩЕСТВА «</w:t>
      </w:r>
      <w:r w:rsidR="004A5FF3" w:rsidRPr="009E474A">
        <w:rPr>
          <w:rFonts w:ascii="Arial Narrow" w:eastAsia="Times New Roman" w:hAnsi="Arial Narrow" w:cs="Times New Roman"/>
          <w:b/>
          <w:bCs/>
          <w:lang w:eastAsia="ru-RU"/>
        </w:rPr>
        <w:t>НАУЧНО-ПРОИЗВОДСТВЕННОЕ ОБЪЕДИНЕНИЕ «МОЛНИЯ»</w:t>
      </w:r>
    </w:p>
    <w:p w14:paraId="7E2D4A7D" w14:textId="77777777" w:rsidR="00E05D90" w:rsidRPr="009E474A" w:rsidRDefault="00E05D90" w:rsidP="009E474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F403D4A" w14:textId="75CDB957" w:rsidR="0037267A" w:rsidRPr="009E474A" w:rsidRDefault="0037267A" w:rsidP="009E474A">
      <w:pPr>
        <w:pStyle w:val="af"/>
        <w:ind w:left="0" w:firstLine="284"/>
        <w:rPr>
          <w:rFonts w:ascii="Arial Narrow" w:hAnsi="Arial Narrow"/>
          <w:sz w:val="22"/>
          <w:szCs w:val="22"/>
        </w:rPr>
      </w:pPr>
      <w:r w:rsidRPr="009E474A">
        <w:rPr>
          <w:rFonts w:ascii="Arial Narrow" w:hAnsi="Arial Narrow"/>
          <w:sz w:val="22"/>
          <w:szCs w:val="22"/>
        </w:rPr>
        <w:t>Уважаемый акционер АО «</w:t>
      </w:r>
      <w:r w:rsidR="004A5FF3" w:rsidRPr="009E474A">
        <w:rPr>
          <w:rFonts w:ascii="Arial Narrow" w:hAnsi="Arial Narrow"/>
          <w:sz w:val="22"/>
          <w:szCs w:val="22"/>
        </w:rPr>
        <w:t>НПО «Молния»!</w:t>
      </w:r>
    </w:p>
    <w:p w14:paraId="7E7BF467" w14:textId="77777777" w:rsidR="0037267A" w:rsidRPr="009E474A" w:rsidRDefault="0037267A" w:rsidP="009E474A">
      <w:pPr>
        <w:pStyle w:val="af"/>
        <w:tabs>
          <w:tab w:val="left" w:pos="142"/>
        </w:tabs>
        <w:ind w:left="-142"/>
        <w:rPr>
          <w:rFonts w:ascii="Arial Narrow" w:hAnsi="Arial Narrow"/>
          <w:sz w:val="22"/>
          <w:szCs w:val="22"/>
        </w:rPr>
      </w:pPr>
    </w:p>
    <w:p w14:paraId="0D4F5695" w14:textId="56D3AD39" w:rsidR="0037267A" w:rsidRPr="009E474A" w:rsidRDefault="0037267A" w:rsidP="009E474A">
      <w:pPr>
        <w:pStyle w:val="af"/>
        <w:tabs>
          <w:tab w:val="left" w:pos="142"/>
        </w:tabs>
        <w:ind w:left="-142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9E474A">
        <w:rPr>
          <w:rFonts w:ascii="Arial Narrow" w:hAnsi="Arial Narrow"/>
          <w:sz w:val="22"/>
          <w:szCs w:val="22"/>
        </w:rPr>
        <w:t>Совет директоров акционерного общества «</w:t>
      </w:r>
      <w:r w:rsidR="004A5FF3" w:rsidRPr="009E474A">
        <w:rPr>
          <w:rFonts w:ascii="Arial Narrow" w:hAnsi="Arial Narrow"/>
          <w:sz w:val="22"/>
          <w:szCs w:val="22"/>
        </w:rPr>
        <w:t>Научно-производственное объединение «Молния</w:t>
      </w:r>
      <w:r w:rsidRPr="009E474A">
        <w:rPr>
          <w:rFonts w:ascii="Arial Narrow" w:hAnsi="Arial Narrow"/>
          <w:sz w:val="22"/>
          <w:szCs w:val="22"/>
        </w:rPr>
        <w:t xml:space="preserve">» уведомляет Вас о </w:t>
      </w:r>
      <w:r w:rsidRPr="005C33EF">
        <w:rPr>
          <w:rFonts w:ascii="Arial Narrow" w:hAnsi="Arial Narrow"/>
          <w:sz w:val="22"/>
          <w:szCs w:val="22"/>
        </w:rPr>
        <w:t xml:space="preserve">проведении </w:t>
      </w:r>
      <w:r w:rsidR="004A5FF3" w:rsidRPr="00C93003">
        <w:rPr>
          <w:rFonts w:ascii="Arial Narrow" w:hAnsi="Arial Narrow"/>
          <w:color w:val="000000" w:themeColor="text1"/>
          <w:sz w:val="22"/>
          <w:szCs w:val="22"/>
          <w:u w:val="single"/>
        </w:rPr>
        <w:t>«</w:t>
      </w:r>
      <w:r w:rsidR="00C93003" w:rsidRPr="00C93003">
        <w:rPr>
          <w:rFonts w:ascii="Arial Narrow" w:hAnsi="Arial Narrow"/>
          <w:color w:val="000000" w:themeColor="text1"/>
          <w:sz w:val="22"/>
          <w:szCs w:val="22"/>
          <w:u w:val="single"/>
        </w:rPr>
        <w:t>25</w:t>
      </w:r>
      <w:r w:rsidRPr="00C93003">
        <w:rPr>
          <w:rFonts w:ascii="Arial Narrow" w:hAnsi="Arial Narrow"/>
          <w:color w:val="000000" w:themeColor="text1"/>
          <w:sz w:val="22"/>
          <w:szCs w:val="22"/>
          <w:u w:val="single"/>
        </w:rPr>
        <w:t>»</w:t>
      </w:r>
      <w:r w:rsidR="00A802D0" w:rsidRPr="00C93003">
        <w:rPr>
          <w:rFonts w:ascii="Arial Narrow" w:hAnsi="Arial Narrow"/>
          <w:color w:val="000000" w:themeColor="text1"/>
          <w:sz w:val="22"/>
          <w:szCs w:val="22"/>
          <w:u w:val="single"/>
          <w:shd w:val="clear" w:color="auto" w:fill="FFFFFF"/>
        </w:rPr>
        <w:t xml:space="preserve"> </w:t>
      </w:r>
      <w:r w:rsidR="00B20575" w:rsidRPr="00C93003">
        <w:rPr>
          <w:rFonts w:ascii="Arial Narrow" w:hAnsi="Arial Narrow"/>
          <w:color w:val="000000" w:themeColor="text1"/>
          <w:sz w:val="22"/>
          <w:szCs w:val="22"/>
          <w:u w:val="single"/>
          <w:shd w:val="clear" w:color="auto" w:fill="FFFFFF"/>
        </w:rPr>
        <w:t>июня</w:t>
      </w:r>
      <w:r w:rsidR="00A802D0" w:rsidRPr="00C93003">
        <w:rPr>
          <w:rFonts w:ascii="Arial Narrow" w:hAnsi="Arial Narrow"/>
          <w:color w:val="000000" w:themeColor="text1"/>
          <w:sz w:val="22"/>
          <w:szCs w:val="22"/>
          <w:u w:val="single"/>
          <w:shd w:val="clear" w:color="auto" w:fill="FFFFFF"/>
        </w:rPr>
        <w:t xml:space="preserve"> 202</w:t>
      </w:r>
      <w:r w:rsidR="00B20575" w:rsidRPr="00C93003">
        <w:rPr>
          <w:rFonts w:ascii="Arial Narrow" w:hAnsi="Arial Narrow"/>
          <w:color w:val="000000" w:themeColor="text1"/>
          <w:sz w:val="22"/>
          <w:szCs w:val="22"/>
          <w:u w:val="single"/>
          <w:shd w:val="clear" w:color="auto" w:fill="FFFFFF"/>
        </w:rPr>
        <w:t>1</w:t>
      </w:r>
      <w:r w:rsidRPr="00C93003">
        <w:rPr>
          <w:rFonts w:ascii="Arial Narrow" w:hAnsi="Arial Narrow"/>
          <w:color w:val="000000" w:themeColor="text1"/>
          <w:sz w:val="22"/>
          <w:szCs w:val="22"/>
          <w:u w:val="single"/>
          <w:shd w:val="clear" w:color="auto" w:fill="FFFFFF"/>
        </w:rPr>
        <w:t xml:space="preserve"> года</w:t>
      </w:r>
      <w:r w:rsidRPr="005C33EF">
        <w:rPr>
          <w:rFonts w:ascii="Arial Narrow" w:hAnsi="Arial Narrow"/>
          <w:color w:val="000000" w:themeColor="text1"/>
          <w:sz w:val="22"/>
          <w:szCs w:val="22"/>
          <w:shd w:val="clear" w:color="auto" w:fill="FFFFFF"/>
        </w:rPr>
        <w:t xml:space="preserve"> </w:t>
      </w:r>
      <w:r w:rsidR="004A5FF3" w:rsidRPr="005C33EF">
        <w:rPr>
          <w:rFonts w:ascii="Arial Narrow" w:hAnsi="Arial Narrow"/>
          <w:color w:val="000000" w:themeColor="text1"/>
          <w:sz w:val="22"/>
          <w:szCs w:val="22"/>
        </w:rPr>
        <w:t xml:space="preserve">годового </w:t>
      </w:r>
      <w:r w:rsidRPr="005C33EF">
        <w:rPr>
          <w:rFonts w:ascii="Arial Narrow" w:hAnsi="Arial Narrow"/>
          <w:color w:val="000000" w:themeColor="text1"/>
          <w:sz w:val="22"/>
          <w:szCs w:val="22"/>
        </w:rPr>
        <w:t>общего собрания акционеров Общества.</w:t>
      </w:r>
    </w:p>
    <w:p w14:paraId="37B93F50" w14:textId="77777777" w:rsidR="0037267A" w:rsidRPr="00C93003" w:rsidRDefault="0037267A" w:rsidP="009E474A">
      <w:pPr>
        <w:pStyle w:val="af"/>
        <w:tabs>
          <w:tab w:val="left" w:pos="142"/>
        </w:tabs>
        <w:ind w:left="-142"/>
        <w:jc w:val="both"/>
        <w:rPr>
          <w:rFonts w:ascii="Arial Narrow" w:hAnsi="Arial Narrow"/>
          <w:b w:val="0"/>
          <w:sz w:val="22"/>
          <w:szCs w:val="22"/>
        </w:rPr>
      </w:pPr>
    </w:p>
    <w:p w14:paraId="58BEA7D8" w14:textId="04F5BC39" w:rsidR="0037267A" w:rsidRPr="00C93003" w:rsidRDefault="004A5FF3" w:rsidP="009E474A">
      <w:pPr>
        <w:pStyle w:val="af"/>
        <w:tabs>
          <w:tab w:val="left" w:pos="142"/>
        </w:tabs>
        <w:ind w:left="-142"/>
        <w:jc w:val="both"/>
        <w:rPr>
          <w:rFonts w:ascii="Arial Narrow" w:hAnsi="Arial Narrow"/>
          <w:bCs/>
          <w:sz w:val="20"/>
        </w:rPr>
      </w:pPr>
      <w:r w:rsidRPr="00C93003">
        <w:rPr>
          <w:rFonts w:ascii="Arial Narrow" w:hAnsi="Arial Narrow"/>
          <w:b w:val="0"/>
          <w:sz w:val="20"/>
        </w:rPr>
        <w:t xml:space="preserve">Годовое </w:t>
      </w:r>
      <w:r w:rsidR="0037267A" w:rsidRPr="00C93003">
        <w:rPr>
          <w:rFonts w:ascii="Arial Narrow" w:hAnsi="Arial Narrow"/>
          <w:b w:val="0"/>
          <w:sz w:val="20"/>
        </w:rPr>
        <w:t>общее собрание акционеров созывается в соответствии с решением Совета директоров</w:t>
      </w:r>
      <w:r w:rsidR="00A802D0" w:rsidRPr="00C93003">
        <w:rPr>
          <w:rFonts w:ascii="Arial Narrow" w:hAnsi="Arial Narrow"/>
          <w:b w:val="0"/>
          <w:sz w:val="20"/>
        </w:rPr>
        <w:t xml:space="preserve"> АО </w:t>
      </w:r>
      <w:r w:rsidRPr="00C93003">
        <w:rPr>
          <w:rFonts w:ascii="Arial Narrow" w:hAnsi="Arial Narrow"/>
          <w:b w:val="0"/>
          <w:sz w:val="20"/>
        </w:rPr>
        <w:t xml:space="preserve">«НПО «Молния» от </w:t>
      </w:r>
      <w:r w:rsidRPr="00C93003">
        <w:rPr>
          <w:rFonts w:ascii="Arial Narrow" w:hAnsi="Arial Narrow"/>
          <w:bCs/>
          <w:sz w:val="20"/>
        </w:rPr>
        <w:t>«</w:t>
      </w:r>
      <w:r w:rsidR="00C93003" w:rsidRPr="00C93003">
        <w:rPr>
          <w:rFonts w:ascii="Arial Narrow" w:hAnsi="Arial Narrow"/>
          <w:bCs/>
          <w:sz w:val="20"/>
        </w:rPr>
        <w:t>21</w:t>
      </w:r>
      <w:r w:rsidR="00A802D0" w:rsidRPr="00C93003">
        <w:rPr>
          <w:rFonts w:ascii="Arial Narrow" w:hAnsi="Arial Narrow"/>
          <w:bCs/>
          <w:sz w:val="20"/>
        </w:rPr>
        <w:t>»</w:t>
      </w:r>
      <w:r w:rsidRPr="00C93003">
        <w:rPr>
          <w:rFonts w:ascii="Arial Narrow" w:hAnsi="Arial Narrow"/>
          <w:bCs/>
          <w:sz w:val="20"/>
        </w:rPr>
        <w:t xml:space="preserve"> </w:t>
      </w:r>
      <w:r w:rsidR="00B20575" w:rsidRPr="00C93003">
        <w:rPr>
          <w:rFonts w:ascii="Arial Narrow" w:hAnsi="Arial Narrow"/>
          <w:bCs/>
          <w:sz w:val="20"/>
        </w:rPr>
        <w:t>мая</w:t>
      </w:r>
      <w:r w:rsidRPr="00C93003">
        <w:rPr>
          <w:rFonts w:ascii="Arial Narrow" w:hAnsi="Arial Narrow"/>
          <w:bCs/>
          <w:sz w:val="20"/>
        </w:rPr>
        <w:t xml:space="preserve"> </w:t>
      </w:r>
      <w:r w:rsidR="00A802D0" w:rsidRPr="00C93003">
        <w:rPr>
          <w:rFonts w:ascii="Arial Narrow" w:hAnsi="Arial Narrow"/>
          <w:bCs/>
          <w:sz w:val="20"/>
        </w:rPr>
        <w:t>202</w:t>
      </w:r>
      <w:r w:rsidR="00B20575" w:rsidRPr="00C93003">
        <w:rPr>
          <w:rFonts w:ascii="Arial Narrow" w:hAnsi="Arial Narrow"/>
          <w:bCs/>
          <w:sz w:val="20"/>
        </w:rPr>
        <w:t>1</w:t>
      </w:r>
      <w:r w:rsidR="0037267A" w:rsidRPr="00C93003">
        <w:rPr>
          <w:rFonts w:ascii="Arial Narrow" w:hAnsi="Arial Narrow"/>
          <w:bCs/>
          <w:sz w:val="20"/>
        </w:rPr>
        <w:t xml:space="preserve"> года</w:t>
      </w:r>
      <w:r w:rsidR="00C93003">
        <w:rPr>
          <w:rFonts w:ascii="Arial Narrow" w:hAnsi="Arial Narrow"/>
          <w:bCs/>
          <w:sz w:val="20"/>
        </w:rPr>
        <w:t xml:space="preserve"> (протокол №3/2</w:t>
      </w:r>
      <w:r w:rsidR="00C97AC7">
        <w:rPr>
          <w:rFonts w:ascii="Arial Narrow" w:hAnsi="Arial Narrow"/>
          <w:bCs/>
          <w:sz w:val="20"/>
        </w:rPr>
        <w:t>1</w:t>
      </w:r>
      <w:r w:rsidR="00C93003">
        <w:rPr>
          <w:rFonts w:ascii="Arial Narrow" w:hAnsi="Arial Narrow"/>
          <w:bCs/>
          <w:sz w:val="20"/>
        </w:rPr>
        <w:t xml:space="preserve"> от 21.05.2021 г.)</w:t>
      </w:r>
    </w:p>
    <w:p w14:paraId="2539E3C2" w14:textId="21440F33" w:rsidR="0037267A" w:rsidRPr="00C93003" w:rsidRDefault="0037267A" w:rsidP="009E474A">
      <w:pPr>
        <w:pStyle w:val="af"/>
        <w:tabs>
          <w:tab w:val="left" w:pos="142"/>
          <w:tab w:val="left" w:pos="5688"/>
        </w:tabs>
        <w:ind w:left="-142"/>
        <w:jc w:val="both"/>
        <w:rPr>
          <w:rFonts w:ascii="Arial Narrow" w:hAnsi="Arial Narrow"/>
          <w:b w:val="0"/>
          <w:sz w:val="20"/>
        </w:rPr>
      </w:pPr>
      <w:r w:rsidRPr="00C93003">
        <w:rPr>
          <w:rFonts w:ascii="Arial Narrow" w:hAnsi="Arial Narrow"/>
          <w:b w:val="0"/>
          <w:sz w:val="20"/>
        </w:rPr>
        <w:t>Форма проведения – заочное голосование</w:t>
      </w:r>
      <w:r w:rsidR="00C93003">
        <w:rPr>
          <w:rFonts w:ascii="Arial Narrow" w:hAnsi="Arial Narrow"/>
          <w:b w:val="0"/>
          <w:sz w:val="20"/>
        </w:rPr>
        <w:t xml:space="preserve"> (</w:t>
      </w:r>
      <w:r w:rsidR="00C93003" w:rsidRPr="00C93003">
        <w:rPr>
          <w:rFonts w:ascii="Arial Narrow" w:hAnsi="Arial Narrow"/>
          <w:b w:val="0"/>
          <w:sz w:val="20"/>
        </w:rPr>
        <w:t xml:space="preserve">п. 1 ст. 2 и п. 1 ст. 3 Федерального закона от 24.02.2021 </w:t>
      </w:r>
      <w:r w:rsidR="00C93003">
        <w:rPr>
          <w:rFonts w:ascii="Arial Narrow" w:hAnsi="Arial Narrow"/>
          <w:b w:val="0"/>
          <w:sz w:val="20"/>
        </w:rPr>
        <w:t>№</w:t>
      </w:r>
      <w:r w:rsidR="00C93003" w:rsidRPr="00C93003">
        <w:rPr>
          <w:rFonts w:ascii="Arial Narrow" w:hAnsi="Arial Narrow"/>
          <w:b w:val="0"/>
          <w:sz w:val="20"/>
        </w:rPr>
        <w:t xml:space="preserve"> 17-ФЗ)</w:t>
      </w:r>
      <w:r w:rsidRPr="00C93003">
        <w:rPr>
          <w:rFonts w:ascii="Arial Narrow" w:hAnsi="Arial Narrow"/>
          <w:b w:val="0"/>
          <w:sz w:val="20"/>
        </w:rPr>
        <w:tab/>
      </w:r>
    </w:p>
    <w:p w14:paraId="38E35E99" w14:textId="0442FDB3" w:rsidR="0037267A" w:rsidRPr="00C93003" w:rsidRDefault="0037267A" w:rsidP="009E474A">
      <w:pPr>
        <w:tabs>
          <w:tab w:val="left" w:pos="142"/>
          <w:tab w:val="left" w:pos="426"/>
        </w:tabs>
        <w:spacing w:after="0" w:line="240" w:lineRule="auto"/>
        <w:ind w:left="-142"/>
        <w:jc w:val="both"/>
        <w:rPr>
          <w:rFonts w:ascii="Arial Narrow" w:eastAsia="Times New Roman" w:hAnsi="Arial Narrow" w:cs="Times New Roman"/>
          <w:sz w:val="20"/>
          <w:szCs w:val="20"/>
          <w:lang w:eastAsia="ru-RU"/>
        </w:rPr>
      </w:pPr>
      <w:r w:rsidRPr="00C93003">
        <w:rPr>
          <w:rFonts w:ascii="Arial Narrow" w:eastAsia="Times New Roman" w:hAnsi="Arial Narrow" w:cs="Times New Roman"/>
          <w:sz w:val="20"/>
          <w:szCs w:val="20"/>
          <w:lang w:eastAsia="ru-RU"/>
        </w:rPr>
        <w:t>Список лиц, имеющих право на участие в собр</w:t>
      </w:r>
      <w:r w:rsidR="004A5FF3" w:rsidRPr="00C93003">
        <w:rPr>
          <w:rFonts w:ascii="Arial Narrow" w:eastAsia="Times New Roman" w:hAnsi="Arial Narrow" w:cs="Times New Roman"/>
          <w:sz w:val="20"/>
          <w:szCs w:val="20"/>
          <w:lang w:eastAsia="ru-RU"/>
        </w:rPr>
        <w:t xml:space="preserve">ании, составлен на </w:t>
      </w:r>
      <w:r w:rsidR="004A5FF3" w:rsidRPr="00C93003">
        <w:rPr>
          <w:rFonts w:ascii="Arial Narrow" w:eastAsia="Times New Roman" w:hAnsi="Arial Narrow" w:cs="Times New Roman"/>
          <w:b/>
          <w:sz w:val="20"/>
          <w:szCs w:val="20"/>
          <w:lang w:eastAsia="ru-RU"/>
        </w:rPr>
        <w:t>«</w:t>
      </w:r>
      <w:r w:rsidR="00C93003" w:rsidRPr="00C93003">
        <w:rPr>
          <w:rFonts w:ascii="Arial Narrow" w:eastAsia="Times New Roman" w:hAnsi="Arial Narrow" w:cs="Times New Roman"/>
          <w:b/>
          <w:sz w:val="20"/>
          <w:szCs w:val="20"/>
          <w:lang w:eastAsia="ru-RU"/>
        </w:rPr>
        <w:t>01</w:t>
      </w:r>
      <w:r w:rsidR="00A802D0" w:rsidRPr="00C93003">
        <w:rPr>
          <w:rFonts w:ascii="Arial Narrow" w:eastAsia="Times New Roman" w:hAnsi="Arial Narrow" w:cs="Times New Roman"/>
          <w:b/>
          <w:sz w:val="20"/>
          <w:szCs w:val="20"/>
          <w:lang w:eastAsia="ru-RU"/>
        </w:rPr>
        <w:t>»</w:t>
      </w:r>
      <w:r w:rsidR="004A5FF3" w:rsidRPr="00C93003">
        <w:rPr>
          <w:rFonts w:ascii="Arial Narrow" w:eastAsia="Times New Roman" w:hAnsi="Arial Narrow" w:cs="Times New Roman"/>
          <w:b/>
          <w:sz w:val="20"/>
          <w:szCs w:val="20"/>
          <w:lang w:eastAsia="ru-RU"/>
        </w:rPr>
        <w:t xml:space="preserve"> </w:t>
      </w:r>
      <w:r w:rsidR="00C93003" w:rsidRPr="00C93003">
        <w:rPr>
          <w:rFonts w:ascii="Arial Narrow" w:eastAsia="Times New Roman" w:hAnsi="Arial Narrow" w:cs="Times New Roman"/>
          <w:b/>
          <w:sz w:val="20"/>
          <w:szCs w:val="20"/>
          <w:lang w:eastAsia="ru-RU"/>
        </w:rPr>
        <w:t>июня</w:t>
      </w:r>
      <w:r w:rsidR="004A5FF3" w:rsidRPr="00C93003">
        <w:rPr>
          <w:rFonts w:ascii="Arial Narrow" w:eastAsia="Times New Roman" w:hAnsi="Arial Narrow" w:cs="Times New Roman"/>
          <w:b/>
          <w:sz w:val="20"/>
          <w:szCs w:val="20"/>
          <w:lang w:eastAsia="ru-RU"/>
        </w:rPr>
        <w:t xml:space="preserve"> </w:t>
      </w:r>
      <w:r w:rsidR="00A802D0" w:rsidRPr="00C93003">
        <w:rPr>
          <w:rFonts w:ascii="Arial Narrow" w:eastAsia="Times New Roman" w:hAnsi="Arial Narrow" w:cs="Times New Roman"/>
          <w:b/>
          <w:sz w:val="20"/>
          <w:szCs w:val="20"/>
          <w:lang w:eastAsia="ru-RU"/>
        </w:rPr>
        <w:t>202</w:t>
      </w:r>
      <w:r w:rsidR="00B20575" w:rsidRPr="00C93003">
        <w:rPr>
          <w:rFonts w:ascii="Arial Narrow" w:eastAsia="Times New Roman" w:hAnsi="Arial Narrow" w:cs="Times New Roman"/>
          <w:b/>
          <w:sz w:val="20"/>
          <w:szCs w:val="20"/>
          <w:lang w:eastAsia="ru-RU"/>
        </w:rPr>
        <w:t>1</w:t>
      </w:r>
      <w:r w:rsidRPr="00C93003">
        <w:rPr>
          <w:rFonts w:ascii="Arial Narrow" w:eastAsia="Times New Roman" w:hAnsi="Arial Narrow" w:cs="Times New Roman"/>
          <w:b/>
          <w:sz w:val="20"/>
          <w:szCs w:val="20"/>
          <w:lang w:eastAsia="ru-RU"/>
        </w:rPr>
        <w:t xml:space="preserve"> года.</w:t>
      </w:r>
    </w:p>
    <w:p w14:paraId="1385124C" w14:textId="77777777" w:rsidR="00BA44B5" w:rsidRPr="009E474A" w:rsidRDefault="00BA44B5" w:rsidP="009E474A">
      <w:pPr>
        <w:tabs>
          <w:tab w:val="left" w:pos="142"/>
          <w:tab w:val="left" w:pos="426"/>
        </w:tabs>
        <w:spacing w:after="0" w:line="240" w:lineRule="auto"/>
        <w:ind w:left="-142"/>
        <w:jc w:val="both"/>
        <w:rPr>
          <w:rFonts w:ascii="Arial Narrow" w:eastAsia="Times New Roman" w:hAnsi="Arial Narrow" w:cs="Times New Roman"/>
          <w:sz w:val="20"/>
          <w:szCs w:val="20"/>
          <w:lang w:eastAsia="ru-RU"/>
        </w:rPr>
      </w:pPr>
    </w:p>
    <w:p w14:paraId="6BCB455B" w14:textId="7AAE4CE3" w:rsidR="0037267A" w:rsidRPr="009E474A" w:rsidRDefault="0037267A" w:rsidP="009E474A">
      <w:pPr>
        <w:pStyle w:val="af"/>
        <w:tabs>
          <w:tab w:val="left" w:pos="142"/>
          <w:tab w:val="left" w:pos="5103"/>
        </w:tabs>
        <w:ind w:left="-142"/>
        <w:jc w:val="both"/>
        <w:rPr>
          <w:rFonts w:ascii="Arial Narrow" w:hAnsi="Arial Narrow"/>
          <w:b w:val="0"/>
          <w:color w:val="000000" w:themeColor="text1"/>
          <w:sz w:val="20"/>
          <w:u w:val="single"/>
        </w:rPr>
      </w:pPr>
      <w:r w:rsidRPr="009E474A">
        <w:rPr>
          <w:rFonts w:ascii="Arial Narrow" w:hAnsi="Arial Narrow"/>
          <w:b w:val="0"/>
          <w:color w:val="000000" w:themeColor="text1"/>
          <w:sz w:val="20"/>
          <w:u w:val="single"/>
        </w:rPr>
        <w:t xml:space="preserve">Повестка дня </w:t>
      </w:r>
      <w:r w:rsidR="004A5FF3" w:rsidRPr="009E474A">
        <w:rPr>
          <w:rFonts w:ascii="Arial Narrow" w:hAnsi="Arial Narrow"/>
          <w:b w:val="0"/>
          <w:color w:val="000000" w:themeColor="text1"/>
          <w:sz w:val="20"/>
          <w:u w:val="single"/>
        </w:rPr>
        <w:t xml:space="preserve">годового </w:t>
      </w:r>
      <w:r w:rsidRPr="009E474A">
        <w:rPr>
          <w:rFonts w:ascii="Arial Narrow" w:hAnsi="Arial Narrow"/>
          <w:b w:val="0"/>
          <w:color w:val="000000" w:themeColor="text1"/>
          <w:sz w:val="20"/>
          <w:u w:val="single"/>
        </w:rPr>
        <w:t>общего собрания акционеров:</w:t>
      </w:r>
    </w:p>
    <w:p w14:paraId="00FE5FDD" w14:textId="77777777" w:rsidR="00B20575" w:rsidRPr="00B20575" w:rsidRDefault="00B20575" w:rsidP="00B20575">
      <w:pPr>
        <w:tabs>
          <w:tab w:val="left" w:pos="142"/>
          <w:tab w:val="left" w:pos="567"/>
        </w:tabs>
        <w:spacing w:after="0" w:line="240" w:lineRule="auto"/>
        <w:ind w:left="-142"/>
        <w:jc w:val="both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</w:pPr>
      <w:r w:rsidRPr="00B20575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  <w:t>1.</w:t>
      </w:r>
      <w:r w:rsidRPr="00B20575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  <w:tab/>
        <w:t>Об утверждении годового отчета Общества за 2020 год.</w:t>
      </w:r>
    </w:p>
    <w:p w14:paraId="39B06313" w14:textId="77777777" w:rsidR="00B20575" w:rsidRPr="00B20575" w:rsidRDefault="00B20575" w:rsidP="00B20575">
      <w:pPr>
        <w:tabs>
          <w:tab w:val="left" w:pos="142"/>
          <w:tab w:val="left" w:pos="567"/>
        </w:tabs>
        <w:spacing w:after="0" w:line="240" w:lineRule="auto"/>
        <w:ind w:left="-142"/>
        <w:jc w:val="both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</w:pPr>
      <w:r w:rsidRPr="00B20575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  <w:t>2.</w:t>
      </w:r>
      <w:r w:rsidRPr="00B20575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  <w:tab/>
        <w:t>Об утверждении годовой бухгалтерской (финансовой) отчетности, в том числе отчетов о прибылях и убытках (счетов прибылей и убытков) Общества за 2020 год.</w:t>
      </w:r>
    </w:p>
    <w:p w14:paraId="3ED595D0" w14:textId="77777777" w:rsidR="00B20575" w:rsidRPr="00B20575" w:rsidRDefault="00B20575" w:rsidP="00B20575">
      <w:pPr>
        <w:tabs>
          <w:tab w:val="left" w:pos="142"/>
          <w:tab w:val="left" w:pos="567"/>
        </w:tabs>
        <w:spacing w:after="0" w:line="240" w:lineRule="auto"/>
        <w:ind w:left="-142"/>
        <w:jc w:val="both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</w:pPr>
      <w:r w:rsidRPr="00B20575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  <w:t>3.</w:t>
      </w:r>
      <w:r w:rsidRPr="00B20575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  <w:tab/>
        <w:t>Об утверждении распределения прибыли Общества по результатам деятельности за 2020 год.</w:t>
      </w:r>
    </w:p>
    <w:p w14:paraId="22E11D90" w14:textId="77777777" w:rsidR="00B20575" w:rsidRPr="00B20575" w:rsidRDefault="00B20575" w:rsidP="00B20575">
      <w:pPr>
        <w:tabs>
          <w:tab w:val="left" w:pos="142"/>
          <w:tab w:val="left" w:pos="567"/>
        </w:tabs>
        <w:spacing w:after="0" w:line="240" w:lineRule="auto"/>
        <w:ind w:left="-142"/>
        <w:jc w:val="both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</w:pPr>
      <w:r w:rsidRPr="00B20575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  <w:t>4.</w:t>
      </w:r>
      <w:r w:rsidRPr="00B20575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  <w:tab/>
        <w:t xml:space="preserve">О размере, сроках и форме выплаты дивидендов по результатам деятельности Общества за 2020 год. Об установлении даты, на которую определяются лица, имеющие право на выплату дивидендов. </w:t>
      </w:r>
    </w:p>
    <w:p w14:paraId="3137DE5A" w14:textId="77777777" w:rsidR="00B20575" w:rsidRPr="00B20575" w:rsidRDefault="00B20575" w:rsidP="00B20575">
      <w:pPr>
        <w:tabs>
          <w:tab w:val="left" w:pos="142"/>
          <w:tab w:val="left" w:pos="567"/>
        </w:tabs>
        <w:spacing w:after="0" w:line="240" w:lineRule="auto"/>
        <w:ind w:left="-142"/>
        <w:jc w:val="both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</w:pPr>
      <w:r w:rsidRPr="00B20575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  <w:t>5.</w:t>
      </w:r>
      <w:r w:rsidRPr="00B20575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  <w:tab/>
        <w:t>Об определении количественного состава Совета директоров АО «НПО «Молния».</w:t>
      </w:r>
    </w:p>
    <w:p w14:paraId="4759EFA6" w14:textId="77777777" w:rsidR="00B20575" w:rsidRPr="00B20575" w:rsidRDefault="00B20575" w:rsidP="00B20575">
      <w:pPr>
        <w:tabs>
          <w:tab w:val="left" w:pos="142"/>
          <w:tab w:val="left" w:pos="567"/>
        </w:tabs>
        <w:spacing w:after="0" w:line="240" w:lineRule="auto"/>
        <w:ind w:left="-142"/>
        <w:jc w:val="both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</w:pPr>
      <w:r w:rsidRPr="00B20575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  <w:t>6.</w:t>
      </w:r>
      <w:r w:rsidRPr="00B20575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  <w:tab/>
        <w:t>Об избрании членов совета директоров Общества.</w:t>
      </w:r>
    </w:p>
    <w:p w14:paraId="604B7BAF" w14:textId="77777777" w:rsidR="00B20575" w:rsidRPr="00B20575" w:rsidRDefault="00B20575" w:rsidP="00B20575">
      <w:pPr>
        <w:tabs>
          <w:tab w:val="left" w:pos="142"/>
          <w:tab w:val="left" w:pos="567"/>
        </w:tabs>
        <w:spacing w:after="0" w:line="240" w:lineRule="auto"/>
        <w:ind w:left="-142"/>
        <w:jc w:val="both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</w:pPr>
      <w:r w:rsidRPr="00B20575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  <w:t>7.</w:t>
      </w:r>
      <w:r w:rsidRPr="00B20575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  <w:tab/>
        <w:t>Об определении количественного состава Ревизионной комиссии АО «НПО «Молния»</w:t>
      </w:r>
    </w:p>
    <w:p w14:paraId="4AD4D43F" w14:textId="77777777" w:rsidR="00B20575" w:rsidRPr="00B20575" w:rsidRDefault="00B20575" w:rsidP="00B20575">
      <w:pPr>
        <w:tabs>
          <w:tab w:val="left" w:pos="142"/>
          <w:tab w:val="left" w:pos="567"/>
        </w:tabs>
        <w:spacing w:after="0" w:line="240" w:lineRule="auto"/>
        <w:ind w:left="-142"/>
        <w:jc w:val="both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</w:pPr>
      <w:r w:rsidRPr="00B20575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  <w:t>8.</w:t>
      </w:r>
      <w:r w:rsidRPr="00B20575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  <w:tab/>
        <w:t>Об избрании членов ревизионной комиссии Общества.</w:t>
      </w:r>
    </w:p>
    <w:p w14:paraId="61DF4F66" w14:textId="77777777" w:rsidR="00B20575" w:rsidRPr="00B20575" w:rsidRDefault="00B20575" w:rsidP="00B20575">
      <w:pPr>
        <w:tabs>
          <w:tab w:val="left" w:pos="142"/>
          <w:tab w:val="left" w:pos="567"/>
        </w:tabs>
        <w:spacing w:after="0" w:line="240" w:lineRule="auto"/>
        <w:ind w:left="-142"/>
        <w:jc w:val="both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</w:pPr>
      <w:r w:rsidRPr="00B20575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  <w:t>9.</w:t>
      </w:r>
      <w:r w:rsidRPr="00B20575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  <w:tab/>
        <w:t>Об утверждении аудитора Общества.</w:t>
      </w:r>
    </w:p>
    <w:p w14:paraId="4EF5E614" w14:textId="77777777" w:rsidR="00B20575" w:rsidRPr="00B20575" w:rsidRDefault="00B20575" w:rsidP="00B20575">
      <w:pPr>
        <w:tabs>
          <w:tab w:val="left" w:pos="142"/>
          <w:tab w:val="left" w:pos="567"/>
        </w:tabs>
        <w:spacing w:after="0" w:line="240" w:lineRule="auto"/>
        <w:ind w:left="-142"/>
        <w:jc w:val="both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</w:pPr>
      <w:r w:rsidRPr="00B20575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  <w:t>10.</w:t>
      </w:r>
      <w:r w:rsidRPr="00B20575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  <w:tab/>
        <w:t>О выплате вознаграждения за работу в составе совета директоров членам Совета директоров Общества.</w:t>
      </w:r>
    </w:p>
    <w:p w14:paraId="65F1EC23" w14:textId="00E81C22" w:rsidR="004A5FF3" w:rsidRDefault="00B20575" w:rsidP="00B20575">
      <w:pPr>
        <w:tabs>
          <w:tab w:val="left" w:pos="142"/>
          <w:tab w:val="left" w:pos="567"/>
        </w:tabs>
        <w:spacing w:after="0" w:line="240" w:lineRule="auto"/>
        <w:ind w:left="-142"/>
        <w:jc w:val="both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</w:pPr>
      <w:r w:rsidRPr="00B20575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  <w:t>11.</w:t>
      </w:r>
      <w:r w:rsidRPr="00B20575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  <w:tab/>
        <w:t>О выплате вознаграждения за работу в составе ревизионной комиссии членам Ревизионной комиссии Общества.</w:t>
      </w:r>
    </w:p>
    <w:p w14:paraId="43FC8B30" w14:textId="5B48570E" w:rsidR="0037267A" w:rsidRDefault="007D5792" w:rsidP="009E474A">
      <w:pPr>
        <w:tabs>
          <w:tab w:val="left" w:pos="142"/>
          <w:tab w:val="left" w:pos="1440"/>
        </w:tabs>
        <w:spacing w:after="0" w:line="240" w:lineRule="auto"/>
        <w:ind w:left="-142"/>
        <w:jc w:val="both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</w:pPr>
      <w:r w:rsidRPr="009E474A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  <w:t>Перечень информации, подлежащей предоставлению лицам, имеющим право на участие в Общем собрании акционеров размещен на сайте Общества в сети Интернет (</w:t>
      </w:r>
      <w:hyperlink r:id="rId8" w:history="1">
        <w:r w:rsidR="009E474A" w:rsidRPr="00676645">
          <w:rPr>
            <w:rStyle w:val="a9"/>
            <w:rFonts w:ascii="Arial Narrow" w:eastAsia="Times New Roman" w:hAnsi="Arial Narrow"/>
            <w:sz w:val="20"/>
            <w:szCs w:val="20"/>
            <w:lang w:eastAsia="ru-RU"/>
          </w:rPr>
          <w:t>http://www.npomolniya.ru/</w:t>
        </w:r>
      </w:hyperlink>
      <w:r w:rsidRPr="009E474A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  <w:t>)</w:t>
      </w:r>
      <w:r w:rsidR="0037267A" w:rsidRPr="009E474A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  <w:t>:</w:t>
      </w:r>
    </w:p>
    <w:p w14:paraId="23189DBB" w14:textId="77777777" w:rsidR="009E474A" w:rsidRPr="009E474A" w:rsidRDefault="009E474A" w:rsidP="009E474A">
      <w:pPr>
        <w:tabs>
          <w:tab w:val="left" w:pos="142"/>
          <w:tab w:val="left" w:pos="1440"/>
        </w:tabs>
        <w:spacing w:after="0" w:line="240" w:lineRule="auto"/>
        <w:ind w:left="-142"/>
        <w:jc w:val="both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</w:pPr>
    </w:p>
    <w:p w14:paraId="6B8A41E7" w14:textId="14AD81D4" w:rsidR="004A5FF3" w:rsidRPr="009E474A" w:rsidRDefault="004A5FF3" w:rsidP="009E474A">
      <w:pPr>
        <w:tabs>
          <w:tab w:val="left" w:pos="0"/>
          <w:tab w:val="left" w:pos="142"/>
          <w:tab w:val="left" w:pos="426"/>
        </w:tabs>
        <w:spacing w:after="0" w:line="240" w:lineRule="auto"/>
        <w:ind w:left="-142"/>
        <w:jc w:val="both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</w:pPr>
      <w:r w:rsidRPr="009E474A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  <w:t>•</w:t>
      </w:r>
      <w:r w:rsidRPr="009E474A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  <w:tab/>
        <w:t>Годовой отчет АО «НПО «Молния» за 20</w:t>
      </w:r>
      <w:r w:rsidR="002E3D7F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  <w:t>20</w:t>
      </w:r>
      <w:r w:rsidRPr="009E474A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  <w:t xml:space="preserve"> г., предварительно утвержденный советом директоров АО «НПО «Молния»; </w:t>
      </w:r>
    </w:p>
    <w:p w14:paraId="320F343A" w14:textId="77A96409" w:rsidR="004A5FF3" w:rsidRPr="009E474A" w:rsidRDefault="004A5FF3" w:rsidP="009E474A">
      <w:pPr>
        <w:tabs>
          <w:tab w:val="left" w:pos="0"/>
          <w:tab w:val="left" w:pos="142"/>
          <w:tab w:val="left" w:pos="426"/>
        </w:tabs>
        <w:spacing w:after="0" w:line="240" w:lineRule="auto"/>
        <w:ind w:left="-142"/>
        <w:jc w:val="both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</w:pPr>
      <w:r w:rsidRPr="009E474A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  <w:t>•</w:t>
      </w:r>
      <w:r w:rsidRPr="009E474A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  <w:tab/>
        <w:t>Годовая бухгалтерская (финансовая) отчетность АО «НПО «Молния» за 20</w:t>
      </w:r>
      <w:r w:rsidR="002E3D7F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  <w:t>20</w:t>
      </w:r>
      <w:r w:rsidRPr="009E474A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  <w:t xml:space="preserve"> г;</w:t>
      </w:r>
    </w:p>
    <w:p w14:paraId="0C5371E9" w14:textId="2BECB7B6" w:rsidR="004A5FF3" w:rsidRPr="009E474A" w:rsidRDefault="004A5FF3" w:rsidP="009E474A">
      <w:pPr>
        <w:tabs>
          <w:tab w:val="left" w:pos="0"/>
          <w:tab w:val="left" w:pos="142"/>
          <w:tab w:val="left" w:pos="426"/>
        </w:tabs>
        <w:spacing w:after="0" w:line="240" w:lineRule="auto"/>
        <w:ind w:left="-142"/>
        <w:jc w:val="both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</w:pPr>
      <w:r w:rsidRPr="009E474A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  <w:t>•</w:t>
      </w:r>
      <w:r w:rsidRPr="009E474A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  <w:tab/>
        <w:t>Аудиторское заключение о годовой бухгалтерская (финансовая) отчетность АО «НПО «Молния» за 20</w:t>
      </w:r>
      <w:r w:rsidR="002E3D7F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  <w:t>20</w:t>
      </w:r>
      <w:r w:rsidRPr="009E474A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  <w:t xml:space="preserve"> г;</w:t>
      </w:r>
    </w:p>
    <w:p w14:paraId="7845AD24" w14:textId="77777777" w:rsidR="004A5FF3" w:rsidRPr="009E474A" w:rsidRDefault="004A5FF3" w:rsidP="009E474A">
      <w:pPr>
        <w:tabs>
          <w:tab w:val="left" w:pos="0"/>
          <w:tab w:val="left" w:pos="142"/>
          <w:tab w:val="left" w:pos="426"/>
        </w:tabs>
        <w:spacing w:after="0" w:line="240" w:lineRule="auto"/>
        <w:ind w:left="-142"/>
        <w:jc w:val="both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</w:pPr>
      <w:r w:rsidRPr="009E474A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  <w:t>•</w:t>
      </w:r>
      <w:r w:rsidRPr="009E474A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  <w:tab/>
        <w:t>Заключение ревизионной комиссии общества по результатам проверки годового отчета, годовой бухгалтерской (финансовой) отчетности общества АО «НПО «Молния»;</w:t>
      </w:r>
    </w:p>
    <w:p w14:paraId="24103272" w14:textId="77777777" w:rsidR="004A5FF3" w:rsidRPr="009E474A" w:rsidRDefault="004A5FF3" w:rsidP="009E474A">
      <w:pPr>
        <w:tabs>
          <w:tab w:val="left" w:pos="0"/>
          <w:tab w:val="left" w:pos="142"/>
          <w:tab w:val="left" w:pos="426"/>
        </w:tabs>
        <w:spacing w:after="0" w:line="240" w:lineRule="auto"/>
        <w:ind w:left="-142"/>
        <w:jc w:val="both"/>
        <w:rPr>
          <w:rFonts w:ascii="Arial Narrow" w:eastAsia="Times New Roman" w:hAnsi="Arial Narrow" w:cs="Times New Roman"/>
          <w:sz w:val="20"/>
          <w:szCs w:val="20"/>
          <w:lang w:eastAsia="ru-RU"/>
        </w:rPr>
      </w:pPr>
      <w:r w:rsidRPr="009E474A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  <w:t>•</w:t>
      </w:r>
      <w:r w:rsidRPr="009E474A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  <w:tab/>
        <w:t>Согласия кандидатов для избрания в Совет</w:t>
      </w:r>
      <w:r w:rsidRPr="009E474A">
        <w:rPr>
          <w:rFonts w:ascii="Arial Narrow" w:eastAsia="Times New Roman" w:hAnsi="Arial Narrow" w:cs="Times New Roman"/>
          <w:sz w:val="20"/>
          <w:szCs w:val="20"/>
          <w:lang w:eastAsia="ru-RU"/>
        </w:rPr>
        <w:t xml:space="preserve"> директоров, Ревизионную комиссию АО «НПО «Молния»; </w:t>
      </w:r>
    </w:p>
    <w:p w14:paraId="1C6BF657" w14:textId="77777777" w:rsidR="004A5FF3" w:rsidRPr="009E474A" w:rsidRDefault="004A5FF3" w:rsidP="009E474A">
      <w:pPr>
        <w:tabs>
          <w:tab w:val="left" w:pos="0"/>
          <w:tab w:val="left" w:pos="142"/>
          <w:tab w:val="left" w:pos="426"/>
        </w:tabs>
        <w:spacing w:after="0" w:line="240" w:lineRule="auto"/>
        <w:ind w:left="-142"/>
        <w:jc w:val="both"/>
        <w:rPr>
          <w:rFonts w:ascii="Arial Narrow" w:eastAsia="Times New Roman" w:hAnsi="Arial Narrow" w:cs="Times New Roman"/>
          <w:sz w:val="20"/>
          <w:szCs w:val="20"/>
          <w:lang w:eastAsia="ru-RU"/>
        </w:rPr>
      </w:pPr>
      <w:r w:rsidRPr="009E474A">
        <w:rPr>
          <w:rFonts w:ascii="Arial Narrow" w:eastAsia="Times New Roman" w:hAnsi="Arial Narrow" w:cs="Times New Roman"/>
          <w:sz w:val="20"/>
          <w:szCs w:val="20"/>
          <w:lang w:eastAsia="ru-RU"/>
        </w:rPr>
        <w:t>•</w:t>
      </w:r>
      <w:r w:rsidRPr="009E474A">
        <w:rPr>
          <w:rFonts w:ascii="Arial Narrow" w:eastAsia="Times New Roman" w:hAnsi="Arial Narrow" w:cs="Times New Roman"/>
          <w:sz w:val="20"/>
          <w:szCs w:val="20"/>
          <w:lang w:eastAsia="ru-RU"/>
        </w:rPr>
        <w:tab/>
        <w:t>Кадровые справки на кандидатов для избрания в Совет директоров, Ревизионную комиссию АО «НПО «Молния»;</w:t>
      </w:r>
    </w:p>
    <w:p w14:paraId="33AD8375" w14:textId="77777777" w:rsidR="004A5FF3" w:rsidRPr="009E474A" w:rsidRDefault="004A5FF3" w:rsidP="009E474A">
      <w:pPr>
        <w:tabs>
          <w:tab w:val="left" w:pos="0"/>
          <w:tab w:val="left" w:pos="142"/>
          <w:tab w:val="left" w:pos="426"/>
        </w:tabs>
        <w:spacing w:after="0" w:line="240" w:lineRule="auto"/>
        <w:ind w:left="-142"/>
        <w:jc w:val="both"/>
        <w:rPr>
          <w:rFonts w:ascii="Arial Narrow" w:eastAsia="Times New Roman" w:hAnsi="Arial Narrow" w:cs="Times New Roman"/>
          <w:sz w:val="20"/>
          <w:szCs w:val="20"/>
          <w:lang w:eastAsia="ru-RU"/>
        </w:rPr>
      </w:pPr>
      <w:r w:rsidRPr="009E474A">
        <w:rPr>
          <w:rFonts w:ascii="Arial Narrow" w:eastAsia="Times New Roman" w:hAnsi="Arial Narrow" w:cs="Times New Roman"/>
          <w:sz w:val="20"/>
          <w:szCs w:val="20"/>
          <w:lang w:eastAsia="ru-RU"/>
        </w:rPr>
        <w:t>•</w:t>
      </w:r>
      <w:r w:rsidRPr="009E474A">
        <w:rPr>
          <w:rFonts w:ascii="Arial Narrow" w:eastAsia="Times New Roman" w:hAnsi="Arial Narrow" w:cs="Times New Roman"/>
          <w:sz w:val="20"/>
          <w:szCs w:val="20"/>
          <w:lang w:eastAsia="ru-RU"/>
        </w:rPr>
        <w:tab/>
        <w:t>Проекты решений годового общего собрания акционеров Общества;</w:t>
      </w:r>
    </w:p>
    <w:p w14:paraId="5F49B1AB" w14:textId="77777777" w:rsidR="004A5FF3" w:rsidRDefault="004A5FF3" w:rsidP="009E474A">
      <w:pPr>
        <w:tabs>
          <w:tab w:val="left" w:pos="0"/>
          <w:tab w:val="left" w:pos="142"/>
          <w:tab w:val="left" w:pos="426"/>
        </w:tabs>
        <w:spacing w:after="0" w:line="240" w:lineRule="auto"/>
        <w:ind w:left="-142"/>
        <w:jc w:val="both"/>
        <w:rPr>
          <w:rFonts w:ascii="Arial Narrow" w:eastAsia="Times New Roman" w:hAnsi="Arial Narrow" w:cs="Times New Roman"/>
          <w:sz w:val="20"/>
          <w:szCs w:val="20"/>
          <w:lang w:eastAsia="ru-RU"/>
        </w:rPr>
      </w:pPr>
      <w:r w:rsidRPr="009E474A">
        <w:rPr>
          <w:rFonts w:ascii="Arial Narrow" w:eastAsia="Times New Roman" w:hAnsi="Arial Narrow" w:cs="Times New Roman"/>
          <w:sz w:val="20"/>
          <w:szCs w:val="20"/>
          <w:lang w:eastAsia="ru-RU"/>
        </w:rPr>
        <w:t>•</w:t>
      </w:r>
      <w:r w:rsidRPr="009E474A">
        <w:rPr>
          <w:rFonts w:ascii="Arial Narrow" w:eastAsia="Times New Roman" w:hAnsi="Arial Narrow" w:cs="Times New Roman"/>
          <w:sz w:val="20"/>
          <w:szCs w:val="20"/>
          <w:lang w:eastAsia="ru-RU"/>
        </w:rPr>
        <w:tab/>
        <w:t>Выписка из протокола заседания совета директоров, заверенная Корпоративным секретарем АО «НПО «Молния» в части рекомендаций, данных Советом директоров акционерам АО «НПО «Молния».</w:t>
      </w:r>
    </w:p>
    <w:p w14:paraId="3ABBA23C" w14:textId="77777777" w:rsidR="009E474A" w:rsidRPr="009E474A" w:rsidRDefault="009E474A" w:rsidP="009E474A">
      <w:pPr>
        <w:tabs>
          <w:tab w:val="left" w:pos="0"/>
          <w:tab w:val="left" w:pos="142"/>
          <w:tab w:val="left" w:pos="426"/>
        </w:tabs>
        <w:spacing w:after="0" w:line="240" w:lineRule="auto"/>
        <w:ind w:left="-142"/>
        <w:jc w:val="both"/>
        <w:rPr>
          <w:rFonts w:ascii="Arial Narrow" w:eastAsia="Times New Roman" w:hAnsi="Arial Narrow" w:cs="Times New Roman"/>
          <w:sz w:val="20"/>
          <w:szCs w:val="20"/>
          <w:lang w:eastAsia="ru-RU"/>
        </w:rPr>
      </w:pPr>
    </w:p>
    <w:p w14:paraId="7D403593" w14:textId="1C6BB335" w:rsidR="007D5792" w:rsidRPr="009E474A" w:rsidRDefault="007D5792" w:rsidP="009E474A">
      <w:pPr>
        <w:tabs>
          <w:tab w:val="left" w:pos="142"/>
        </w:tabs>
        <w:spacing w:after="0" w:line="240" w:lineRule="auto"/>
        <w:ind w:left="-142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9E474A">
        <w:rPr>
          <w:rFonts w:ascii="Arial Narrow" w:hAnsi="Arial Narrow" w:cs="Times New Roman"/>
          <w:color w:val="000000" w:themeColor="text1"/>
          <w:sz w:val="20"/>
          <w:szCs w:val="20"/>
        </w:rPr>
        <w:t xml:space="preserve">Лица, имеющие право на участие в годовом общем собрании акционеров, могут ознакомиться с информацией (материалами), подлежащей предоставлению при подготовке к проведению собрания, </w:t>
      </w:r>
      <w:r w:rsidRPr="00A1696A">
        <w:rPr>
          <w:rFonts w:ascii="Arial Narrow" w:hAnsi="Arial Narrow" w:cs="Times New Roman"/>
          <w:color w:val="000000" w:themeColor="text1"/>
          <w:sz w:val="20"/>
          <w:szCs w:val="20"/>
        </w:rPr>
        <w:t xml:space="preserve">с </w:t>
      </w:r>
      <w:r w:rsidRPr="00CB1475">
        <w:rPr>
          <w:rFonts w:ascii="Arial Narrow" w:hAnsi="Arial Narrow" w:cs="Times New Roman"/>
          <w:sz w:val="20"/>
          <w:szCs w:val="20"/>
        </w:rPr>
        <w:t>«</w:t>
      </w:r>
      <w:r w:rsidR="00C93003" w:rsidRPr="00CB1475">
        <w:rPr>
          <w:rFonts w:ascii="Arial Narrow" w:hAnsi="Arial Narrow" w:cs="Times New Roman"/>
          <w:sz w:val="20"/>
          <w:szCs w:val="20"/>
        </w:rPr>
        <w:t>03</w:t>
      </w:r>
      <w:r w:rsidRPr="00CB1475">
        <w:rPr>
          <w:rFonts w:ascii="Arial Narrow" w:hAnsi="Arial Narrow" w:cs="Times New Roman"/>
          <w:sz w:val="20"/>
          <w:szCs w:val="20"/>
        </w:rPr>
        <w:t xml:space="preserve">» </w:t>
      </w:r>
      <w:r w:rsidR="00C93003" w:rsidRPr="00CB1475">
        <w:rPr>
          <w:rFonts w:ascii="Arial Narrow" w:hAnsi="Arial Narrow" w:cs="Times New Roman"/>
          <w:sz w:val="20"/>
          <w:szCs w:val="20"/>
        </w:rPr>
        <w:t>июня</w:t>
      </w:r>
      <w:r w:rsidR="00B0300D" w:rsidRPr="00CB1475">
        <w:rPr>
          <w:rFonts w:ascii="Arial Narrow" w:hAnsi="Arial Narrow" w:cs="Times New Roman"/>
          <w:sz w:val="20"/>
          <w:szCs w:val="20"/>
        </w:rPr>
        <w:t xml:space="preserve"> </w:t>
      </w:r>
      <w:r w:rsidRPr="00CB1475">
        <w:rPr>
          <w:rFonts w:ascii="Arial Narrow" w:hAnsi="Arial Narrow" w:cs="Times New Roman"/>
          <w:sz w:val="20"/>
          <w:szCs w:val="20"/>
        </w:rPr>
        <w:t>202</w:t>
      </w:r>
      <w:r w:rsidR="002E3D7F" w:rsidRPr="00CB1475">
        <w:rPr>
          <w:rFonts w:ascii="Arial Narrow" w:hAnsi="Arial Narrow" w:cs="Times New Roman"/>
          <w:sz w:val="20"/>
          <w:szCs w:val="20"/>
        </w:rPr>
        <w:t>1</w:t>
      </w:r>
      <w:r w:rsidRPr="00CB1475">
        <w:rPr>
          <w:rFonts w:ascii="Arial Narrow" w:hAnsi="Arial Narrow" w:cs="Times New Roman"/>
          <w:sz w:val="20"/>
          <w:szCs w:val="20"/>
        </w:rPr>
        <w:t xml:space="preserve"> года по «</w:t>
      </w:r>
      <w:r w:rsidR="00C93003" w:rsidRPr="00CB1475">
        <w:rPr>
          <w:rFonts w:ascii="Arial Narrow" w:hAnsi="Arial Narrow" w:cs="Times New Roman"/>
          <w:sz w:val="20"/>
          <w:szCs w:val="20"/>
        </w:rPr>
        <w:t>24</w:t>
      </w:r>
      <w:r w:rsidRPr="00CB1475">
        <w:rPr>
          <w:rFonts w:ascii="Arial Narrow" w:hAnsi="Arial Narrow" w:cs="Times New Roman"/>
          <w:sz w:val="20"/>
          <w:szCs w:val="20"/>
        </w:rPr>
        <w:t xml:space="preserve">» </w:t>
      </w:r>
      <w:r w:rsidR="002E3D7F" w:rsidRPr="00CB1475">
        <w:rPr>
          <w:rFonts w:ascii="Arial Narrow" w:hAnsi="Arial Narrow" w:cs="Times New Roman"/>
          <w:sz w:val="20"/>
          <w:szCs w:val="20"/>
        </w:rPr>
        <w:t>июня</w:t>
      </w:r>
      <w:r w:rsidRPr="00CB1475">
        <w:rPr>
          <w:rFonts w:ascii="Arial Narrow" w:hAnsi="Arial Narrow" w:cs="Times New Roman"/>
          <w:sz w:val="20"/>
          <w:szCs w:val="20"/>
        </w:rPr>
        <w:t xml:space="preserve"> 202</w:t>
      </w:r>
      <w:r w:rsidR="002E3D7F" w:rsidRPr="00CB1475">
        <w:rPr>
          <w:rFonts w:ascii="Arial Narrow" w:hAnsi="Arial Narrow" w:cs="Times New Roman"/>
          <w:sz w:val="20"/>
          <w:szCs w:val="20"/>
        </w:rPr>
        <w:t>1</w:t>
      </w:r>
      <w:r w:rsidRPr="00CB1475">
        <w:rPr>
          <w:rFonts w:ascii="Arial Narrow" w:hAnsi="Arial Narrow" w:cs="Times New Roman"/>
          <w:sz w:val="20"/>
          <w:szCs w:val="20"/>
        </w:rPr>
        <w:t xml:space="preserve"> </w:t>
      </w:r>
      <w:r w:rsidRPr="00A1696A">
        <w:rPr>
          <w:rFonts w:ascii="Arial Narrow" w:hAnsi="Arial Narrow" w:cs="Times New Roman"/>
          <w:color w:val="000000" w:themeColor="text1"/>
          <w:sz w:val="20"/>
          <w:szCs w:val="20"/>
        </w:rPr>
        <w:t>года</w:t>
      </w:r>
      <w:r w:rsidRPr="009E474A">
        <w:rPr>
          <w:rFonts w:ascii="Arial Narrow" w:hAnsi="Arial Narrow" w:cs="Times New Roman"/>
          <w:color w:val="000000" w:themeColor="text1"/>
          <w:sz w:val="20"/>
          <w:szCs w:val="20"/>
        </w:rPr>
        <w:t xml:space="preserve"> в рабочие дни с 09:00 до 16:00 по адресу места нахождения Общества: 125</w:t>
      </w:r>
      <w:r w:rsidR="002E3D7F">
        <w:rPr>
          <w:rFonts w:ascii="Arial Narrow" w:hAnsi="Arial Narrow" w:cs="Times New Roman"/>
          <w:color w:val="000000" w:themeColor="text1"/>
          <w:sz w:val="20"/>
          <w:szCs w:val="20"/>
        </w:rPr>
        <w:t>363</w:t>
      </w:r>
      <w:r w:rsidRPr="009E474A">
        <w:rPr>
          <w:rFonts w:ascii="Arial Narrow" w:hAnsi="Arial Narrow" w:cs="Times New Roman"/>
          <w:color w:val="000000" w:themeColor="text1"/>
          <w:sz w:val="20"/>
          <w:szCs w:val="20"/>
        </w:rPr>
        <w:t>, г. Москва, ул. Лодочная, д. 5, к.1.</w:t>
      </w:r>
      <w:r w:rsidR="002E3D7F">
        <w:rPr>
          <w:rFonts w:ascii="Arial Narrow" w:hAnsi="Arial Narrow" w:cs="Times New Roman"/>
          <w:color w:val="000000" w:themeColor="text1"/>
          <w:sz w:val="20"/>
          <w:szCs w:val="20"/>
        </w:rPr>
        <w:t>, а также на сайте Общества</w:t>
      </w:r>
      <w:r w:rsidR="00C93003">
        <w:rPr>
          <w:rFonts w:ascii="Arial Narrow" w:hAnsi="Arial Narrow" w:cs="Times New Roman"/>
          <w:color w:val="000000" w:themeColor="text1"/>
          <w:sz w:val="20"/>
          <w:szCs w:val="20"/>
        </w:rPr>
        <w:t xml:space="preserve"> </w:t>
      </w:r>
      <w:r w:rsidR="00C93003" w:rsidRPr="009E474A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  <w:t>в сети Интернет (</w:t>
      </w:r>
      <w:hyperlink r:id="rId9" w:history="1">
        <w:r w:rsidR="00C93003" w:rsidRPr="00676645">
          <w:rPr>
            <w:rStyle w:val="a9"/>
            <w:rFonts w:ascii="Arial Narrow" w:eastAsia="Times New Roman" w:hAnsi="Arial Narrow"/>
            <w:sz w:val="20"/>
            <w:szCs w:val="20"/>
            <w:lang w:eastAsia="ru-RU"/>
          </w:rPr>
          <w:t>http://www.npomolniya.ru/</w:t>
        </w:r>
      </w:hyperlink>
      <w:r w:rsidR="00C93003" w:rsidRPr="009E474A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ru-RU"/>
        </w:rPr>
        <w:t>):</w:t>
      </w:r>
    </w:p>
    <w:p w14:paraId="47D8511B" w14:textId="7F918F4F" w:rsidR="009E474A" w:rsidRPr="009E474A" w:rsidRDefault="009E474A" w:rsidP="009E474A">
      <w:pPr>
        <w:tabs>
          <w:tab w:val="left" w:pos="142"/>
        </w:tabs>
        <w:spacing w:after="0" w:line="240" w:lineRule="auto"/>
        <w:ind w:left="-142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9E474A">
        <w:rPr>
          <w:rFonts w:ascii="Arial Narrow" w:hAnsi="Arial Narrow" w:cs="Times New Roman"/>
          <w:color w:val="000000" w:themeColor="text1"/>
          <w:sz w:val="20"/>
          <w:szCs w:val="20"/>
        </w:rPr>
        <w:t>Контактное лицо – Каменев Михаил Вячеславович (секретарь Совета директоров) m.kamenev@npomolniya.ru. +7 (495) 580-71-86, доб.2</w:t>
      </w:r>
      <w:r w:rsidR="002E3D7F">
        <w:rPr>
          <w:rFonts w:ascii="Arial Narrow" w:hAnsi="Arial Narrow" w:cs="Times New Roman"/>
          <w:color w:val="000000" w:themeColor="text1"/>
          <w:sz w:val="20"/>
          <w:szCs w:val="20"/>
        </w:rPr>
        <w:t>2</w:t>
      </w:r>
      <w:r w:rsidRPr="009E474A">
        <w:rPr>
          <w:rFonts w:ascii="Arial Narrow" w:hAnsi="Arial Narrow" w:cs="Times New Roman"/>
          <w:color w:val="000000" w:themeColor="text1"/>
          <w:sz w:val="20"/>
          <w:szCs w:val="20"/>
        </w:rPr>
        <w:t>-</w:t>
      </w:r>
      <w:r w:rsidR="002E3D7F">
        <w:rPr>
          <w:rFonts w:ascii="Arial Narrow" w:hAnsi="Arial Narrow" w:cs="Times New Roman"/>
          <w:color w:val="000000" w:themeColor="text1"/>
          <w:sz w:val="20"/>
          <w:szCs w:val="20"/>
        </w:rPr>
        <w:t>02</w:t>
      </w:r>
      <w:r w:rsidRPr="009E474A">
        <w:rPr>
          <w:rFonts w:ascii="Arial Narrow" w:hAnsi="Arial Narrow" w:cs="Times New Roman"/>
          <w:color w:val="000000" w:themeColor="text1"/>
          <w:sz w:val="20"/>
          <w:szCs w:val="20"/>
        </w:rPr>
        <w:t>; +7-958-832-27-37.</w:t>
      </w:r>
    </w:p>
    <w:p w14:paraId="159CAF5B" w14:textId="3555AFDD" w:rsidR="0037267A" w:rsidRPr="009E474A" w:rsidRDefault="0037267A" w:rsidP="009E474A">
      <w:pPr>
        <w:tabs>
          <w:tab w:val="left" w:pos="142"/>
        </w:tabs>
        <w:spacing w:after="0" w:line="240" w:lineRule="auto"/>
        <w:ind w:left="-142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9E474A">
        <w:rPr>
          <w:rFonts w:ascii="Arial Narrow" w:hAnsi="Arial Narrow"/>
          <w:color w:val="000000" w:themeColor="text1"/>
          <w:sz w:val="20"/>
          <w:szCs w:val="20"/>
        </w:rPr>
        <w:t>Почтовый адрес, по которому должны напр</w:t>
      </w:r>
      <w:r w:rsidR="007D5792" w:rsidRPr="009E474A">
        <w:rPr>
          <w:rFonts w:ascii="Arial Narrow" w:hAnsi="Arial Narrow"/>
          <w:color w:val="000000" w:themeColor="text1"/>
          <w:sz w:val="20"/>
          <w:szCs w:val="20"/>
        </w:rPr>
        <w:t xml:space="preserve">авляться заполненные бюллетени: </w:t>
      </w:r>
      <w:r w:rsidR="007D5792" w:rsidRPr="009E474A">
        <w:rPr>
          <w:rFonts w:ascii="Arial Narrow" w:hAnsi="Arial Narrow" w:cs="Times New Roman"/>
          <w:color w:val="000000" w:themeColor="text1"/>
          <w:sz w:val="20"/>
          <w:szCs w:val="20"/>
        </w:rPr>
        <w:t>125</w:t>
      </w:r>
      <w:r w:rsidR="00BA44B5">
        <w:rPr>
          <w:rFonts w:ascii="Arial Narrow" w:hAnsi="Arial Narrow" w:cs="Times New Roman"/>
          <w:color w:val="000000" w:themeColor="text1"/>
          <w:sz w:val="20"/>
          <w:szCs w:val="20"/>
        </w:rPr>
        <w:t>363</w:t>
      </w:r>
      <w:r w:rsidR="007D5792" w:rsidRPr="009E474A">
        <w:rPr>
          <w:rFonts w:ascii="Arial Narrow" w:hAnsi="Arial Narrow" w:cs="Times New Roman"/>
          <w:color w:val="000000" w:themeColor="text1"/>
          <w:sz w:val="20"/>
          <w:szCs w:val="20"/>
        </w:rPr>
        <w:t>, г. Москва, ул. Лодочная, д. 5, к.1.</w:t>
      </w:r>
    </w:p>
    <w:p w14:paraId="370000FD" w14:textId="5E1A13C6" w:rsidR="0037267A" w:rsidRPr="009E474A" w:rsidRDefault="0037267A" w:rsidP="009E474A">
      <w:pPr>
        <w:tabs>
          <w:tab w:val="left" w:pos="142"/>
        </w:tabs>
        <w:spacing w:after="0" w:line="240" w:lineRule="auto"/>
        <w:ind w:left="-142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A1696A">
        <w:rPr>
          <w:rFonts w:ascii="Arial Narrow" w:hAnsi="Arial Narrow"/>
          <w:color w:val="000000" w:themeColor="text1"/>
          <w:sz w:val="20"/>
          <w:szCs w:val="20"/>
        </w:rPr>
        <w:t xml:space="preserve">Дата окончания приема бюллетеней – </w:t>
      </w:r>
      <w:r w:rsidR="00C93003">
        <w:rPr>
          <w:rFonts w:ascii="Arial Narrow" w:hAnsi="Arial Narrow"/>
          <w:color w:val="000000" w:themeColor="text1"/>
          <w:sz w:val="20"/>
          <w:szCs w:val="20"/>
        </w:rPr>
        <w:t>«24» июня</w:t>
      </w:r>
      <w:r w:rsidR="009E474A" w:rsidRPr="00A1696A">
        <w:rPr>
          <w:rFonts w:ascii="Arial Narrow" w:hAnsi="Arial Narrow"/>
          <w:color w:val="000000" w:themeColor="text1"/>
          <w:sz w:val="20"/>
          <w:szCs w:val="20"/>
        </w:rPr>
        <w:t xml:space="preserve"> 202</w:t>
      </w:r>
      <w:r w:rsidR="00C93003">
        <w:rPr>
          <w:rFonts w:ascii="Arial Narrow" w:hAnsi="Arial Narrow"/>
          <w:color w:val="000000" w:themeColor="text1"/>
          <w:sz w:val="20"/>
          <w:szCs w:val="20"/>
        </w:rPr>
        <w:t>1</w:t>
      </w:r>
      <w:r w:rsidRPr="00A1696A">
        <w:rPr>
          <w:rFonts w:ascii="Arial Narrow" w:hAnsi="Arial Narrow"/>
          <w:color w:val="000000" w:themeColor="text1"/>
          <w:sz w:val="20"/>
          <w:szCs w:val="20"/>
        </w:rPr>
        <w:t xml:space="preserve"> года.</w:t>
      </w:r>
      <w:r w:rsidR="00C93003">
        <w:rPr>
          <w:rFonts w:ascii="Arial Narrow" w:hAnsi="Arial Narrow"/>
          <w:color w:val="000000" w:themeColor="text1"/>
          <w:sz w:val="20"/>
          <w:szCs w:val="20"/>
        </w:rPr>
        <w:t xml:space="preserve"> Обращаем Ваше внимание, что в соответств</w:t>
      </w:r>
      <w:r w:rsidR="00CB1475">
        <w:rPr>
          <w:rFonts w:ascii="Arial Narrow" w:hAnsi="Arial Narrow"/>
          <w:color w:val="000000" w:themeColor="text1"/>
          <w:sz w:val="20"/>
          <w:szCs w:val="20"/>
        </w:rPr>
        <w:t>и</w:t>
      </w:r>
      <w:r w:rsidR="00C93003">
        <w:rPr>
          <w:rFonts w:ascii="Arial Narrow" w:hAnsi="Arial Narrow"/>
          <w:color w:val="000000" w:themeColor="text1"/>
          <w:sz w:val="20"/>
          <w:szCs w:val="20"/>
        </w:rPr>
        <w:t xml:space="preserve">и с п. 1 </w:t>
      </w:r>
      <w:r w:rsidR="00CB1475">
        <w:rPr>
          <w:rFonts w:ascii="Arial Narrow" w:hAnsi="Arial Narrow"/>
          <w:color w:val="000000" w:themeColor="text1"/>
          <w:sz w:val="20"/>
          <w:szCs w:val="20"/>
        </w:rPr>
        <w:t xml:space="preserve">ст. 58 </w:t>
      </w:r>
      <w:r w:rsidR="00CB1475" w:rsidRPr="00CB1475">
        <w:rPr>
          <w:rFonts w:ascii="Arial Narrow" w:hAnsi="Arial Narrow"/>
          <w:color w:val="000000" w:themeColor="text1"/>
          <w:sz w:val="20"/>
          <w:szCs w:val="20"/>
        </w:rPr>
        <w:t>Федеральн</w:t>
      </w:r>
      <w:r w:rsidR="00CB1475">
        <w:rPr>
          <w:rFonts w:ascii="Arial Narrow" w:hAnsi="Arial Narrow"/>
          <w:color w:val="000000" w:themeColor="text1"/>
          <w:sz w:val="20"/>
          <w:szCs w:val="20"/>
        </w:rPr>
        <w:t>ого</w:t>
      </w:r>
      <w:r w:rsidR="00CB1475" w:rsidRPr="00CB1475">
        <w:rPr>
          <w:rFonts w:ascii="Arial Narrow" w:hAnsi="Arial Narrow"/>
          <w:color w:val="000000" w:themeColor="text1"/>
          <w:sz w:val="20"/>
          <w:szCs w:val="20"/>
        </w:rPr>
        <w:t xml:space="preserve"> закон</w:t>
      </w:r>
      <w:r w:rsidR="00CB1475">
        <w:rPr>
          <w:rFonts w:ascii="Arial Narrow" w:hAnsi="Arial Narrow"/>
          <w:color w:val="000000" w:themeColor="text1"/>
          <w:sz w:val="20"/>
          <w:szCs w:val="20"/>
        </w:rPr>
        <w:t>а</w:t>
      </w:r>
      <w:r w:rsidR="00CB1475" w:rsidRPr="00CB1475">
        <w:rPr>
          <w:rFonts w:ascii="Arial Narrow" w:hAnsi="Arial Narrow"/>
          <w:color w:val="000000" w:themeColor="text1"/>
          <w:sz w:val="20"/>
          <w:szCs w:val="20"/>
        </w:rPr>
        <w:t xml:space="preserve"> от 26 декабря 1995 г. N 208-ФЗ</w:t>
      </w:r>
      <w:r w:rsidR="00CB1475">
        <w:rPr>
          <w:rFonts w:ascii="Arial Narrow" w:hAnsi="Arial Narrow"/>
          <w:color w:val="000000" w:themeColor="text1"/>
          <w:sz w:val="20"/>
          <w:szCs w:val="20"/>
        </w:rPr>
        <w:t>, п</w:t>
      </w:r>
      <w:r w:rsidR="00CB1475" w:rsidRPr="00CB1475">
        <w:rPr>
          <w:rFonts w:ascii="Arial Narrow" w:hAnsi="Arial Narrow"/>
          <w:color w:val="000000" w:themeColor="text1"/>
          <w:sz w:val="20"/>
          <w:szCs w:val="20"/>
        </w:rPr>
        <w:t xml:space="preserve">ринявшими участие в общем собрании акционеров, проводимом в форме заочного голосования, считаются акционеры, бюллетени которых получены или электронная форма бюллетеней которых заполнена на указанном в сообщении о проведении общего собрания акционеров сайте в информационно-телекоммуникационной сети "Интернет" </w:t>
      </w:r>
      <w:r w:rsidR="00CB1475" w:rsidRPr="00CB1475">
        <w:rPr>
          <w:rFonts w:ascii="Arial Narrow" w:hAnsi="Arial Narrow"/>
          <w:b/>
          <w:bCs/>
          <w:color w:val="000000" w:themeColor="text1"/>
          <w:sz w:val="20"/>
          <w:szCs w:val="20"/>
          <w:u w:val="single"/>
        </w:rPr>
        <w:t>до даты</w:t>
      </w:r>
      <w:r w:rsidR="00CB1475" w:rsidRPr="00CB1475">
        <w:rPr>
          <w:rFonts w:ascii="Arial Narrow" w:hAnsi="Arial Narrow"/>
          <w:color w:val="000000" w:themeColor="text1"/>
          <w:sz w:val="20"/>
          <w:szCs w:val="20"/>
        </w:rPr>
        <w:t xml:space="preserve"> окончания приема бюллетеней.</w:t>
      </w:r>
    </w:p>
    <w:p w14:paraId="19C3D586" w14:textId="77777777" w:rsidR="000764C6" w:rsidRPr="009E474A" w:rsidRDefault="000764C6" w:rsidP="009E474A">
      <w:pPr>
        <w:pStyle w:val="1"/>
        <w:ind w:firstLine="284"/>
        <w:rPr>
          <w:rFonts w:ascii="Arial Narrow" w:hAnsi="Arial Narrow"/>
          <w:sz w:val="20"/>
        </w:rPr>
      </w:pPr>
    </w:p>
    <w:p w14:paraId="12F2C3CB" w14:textId="77777777" w:rsidR="009E474A" w:rsidRPr="009E474A" w:rsidRDefault="009E474A" w:rsidP="009E474A">
      <w:pPr>
        <w:spacing w:after="0" w:line="240" w:lineRule="auto"/>
        <w:jc w:val="right"/>
        <w:rPr>
          <w:sz w:val="20"/>
          <w:szCs w:val="20"/>
          <w:lang w:eastAsia="ru-RU"/>
        </w:rPr>
      </w:pPr>
    </w:p>
    <w:p w14:paraId="0DD41386" w14:textId="77777777" w:rsidR="000764C6" w:rsidRPr="009E474A" w:rsidRDefault="000764C6" w:rsidP="009E474A">
      <w:pPr>
        <w:pStyle w:val="1"/>
        <w:ind w:firstLine="284"/>
        <w:rPr>
          <w:rFonts w:ascii="Arial Narrow" w:hAnsi="Arial Narrow"/>
          <w:sz w:val="20"/>
        </w:rPr>
      </w:pPr>
    </w:p>
    <w:p w14:paraId="41CEC9F5" w14:textId="2837B54A" w:rsidR="00951E44" w:rsidRPr="009E474A" w:rsidRDefault="00BD3406" w:rsidP="009E474A">
      <w:pPr>
        <w:pStyle w:val="1"/>
        <w:ind w:firstLine="284"/>
        <w:rPr>
          <w:rFonts w:ascii="Arial Narrow" w:hAnsi="Arial Narrow"/>
          <w:sz w:val="20"/>
        </w:rPr>
      </w:pPr>
      <w:r w:rsidRPr="009E474A">
        <w:rPr>
          <w:rFonts w:ascii="Arial Narrow" w:hAnsi="Arial Narrow"/>
          <w:sz w:val="20"/>
        </w:rPr>
        <w:t>Совет директоров АО «</w:t>
      </w:r>
      <w:r w:rsidR="00A96C58">
        <w:rPr>
          <w:rFonts w:ascii="Arial Narrow" w:hAnsi="Arial Narrow"/>
          <w:sz w:val="20"/>
        </w:rPr>
        <w:t>НПО «Молния</w:t>
      </w:r>
      <w:r w:rsidR="00630B28" w:rsidRPr="009E474A">
        <w:rPr>
          <w:rFonts w:ascii="Arial Narrow" w:hAnsi="Arial Narrow"/>
          <w:sz w:val="20"/>
        </w:rPr>
        <w:t>»</w:t>
      </w:r>
    </w:p>
    <w:sectPr w:rsidR="00951E44" w:rsidRPr="009E474A" w:rsidSect="007D5792">
      <w:footerReference w:type="default" r:id="rId10"/>
      <w:headerReference w:type="first" r:id="rId11"/>
      <w:pgSz w:w="11906" w:h="16838"/>
      <w:pgMar w:top="964" w:right="424" w:bottom="0" w:left="567" w:header="426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12061D" w14:textId="77777777" w:rsidR="00EA1815" w:rsidRDefault="00EA1815" w:rsidP="00A2607A">
      <w:pPr>
        <w:spacing w:after="0" w:line="240" w:lineRule="auto"/>
      </w:pPr>
      <w:r>
        <w:separator/>
      </w:r>
    </w:p>
  </w:endnote>
  <w:endnote w:type="continuationSeparator" w:id="0">
    <w:p w14:paraId="3A18A081" w14:textId="77777777" w:rsidR="00EA1815" w:rsidRDefault="00EA1815" w:rsidP="00A26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3460775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F104955" w14:textId="77777777" w:rsidR="00EA7D53" w:rsidRPr="009B7B89" w:rsidRDefault="005F5F4C" w:rsidP="00A2223A">
        <w:pPr>
          <w:pStyle w:val="a5"/>
          <w:jc w:val="right"/>
          <w:rPr>
            <w:sz w:val="18"/>
            <w:szCs w:val="18"/>
          </w:rPr>
        </w:pPr>
        <w:r w:rsidRPr="009B7B89">
          <w:rPr>
            <w:sz w:val="18"/>
            <w:szCs w:val="18"/>
          </w:rPr>
          <w:fldChar w:fldCharType="begin"/>
        </w:r>
        <w:r w:rsidR="00EA7D53" w:rsidRPr="009B7B89">
          <w:rPr>
            <w:sz w:val="18"/>
            <w:szCs w:val="18"/>
          </w:rPr>
          <w:instrText xml:space="preserve"> PAGE    \* MERGEFORMAT </w:instrText>
        </w:r>
        <w:r w:rsidRPr="009B7B89">
          <w:rPr>
            <w:sz w:val="18"/>
            <w:szCs w:val="18"/>
          </w:rPr>
          <w:fldChar w:fldCharType="separate"/>
        </w:r>
        <w:r w:rsidR="009E474A">
          <w:rPr>
            <w:noProof/>
            <w:sz w:val="18"/>
            <w:szCs w:val="18"/>
          </w:rPr>
          <w:t>2</w:t>
        </w:r>
        <w:r w:rsidRPr="009B7B89">
          <w:rPr>
            <w:sz w:val="18"/>
            <w:szCs w:val="18"/>
          </w:rPr>
          <w:fldChar w:fldCharType="end"/>
        </w:r>
      </w:p>
    </w:sdtContent>
  </w:sdt>
  <w:p w14:paraId="2EDA3831" w14:textId="77777777" w:rsidR="00096234" w:rsidRDefault="0009623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42D935" w14:textId="77777777" w:rsidR="00EA1815" w:rsidRDefault="00EA1815" w:rsidP="00A2607A">
      <w:pPr>
        <w:spacing w:after="0" w:line="240" w:lineRule="auto"/>
      </w:pPr>
      <w:r>
        <w:separator/>
      </w:r>
    </w:p>
  </w:footnote>
  <w:footnote w:type="continuationSeparator" w:id="0">
    <w:p w14:paraId="0A91D703" w14:textId="77777777" w:rsidR="00EA1815" w:rsidRDefault="00EA1815" w:rsidP="00A26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97F857" w14:textId="5A80F28E" w:rsidR="00D10C27" w:rsidRPr="00CB1475" w:rsidRDefault="00874171" w:rsidP="009E474A">
    <w:pPr>
      <w:pStyle w:val="a3"/>
      <w:ind w:left="5529"/>
      <w:jc w:val="right"/>
      <w:rPr>
        <w:rFonts w:ascii="Arial Narrow" w:hAnsi="Arial Narrow"/>
        <w:sz w:val="18"/>
        <w:szCs w:val="24"/>
      </w:rPr>
    </w:pPr>
    <w:r w:rsidRPr="00CB1475">
      <w:rPr>
        <w:rFonts w:ascii="Arial Narrow" w:hAnsi="Arial Narrow"/>
        <w:sz w:val="18"/>
        <w:szCs w:val="24"/>
      </w:rPr>
      <w:t>Приложение № 2</w:t>
    </w:r>
  </w:p>
  <w:p w14:paraId="15DA2E50" w14:textId="630A355B" w:rsidR="001D533A" w:rsidRPr="00CB1475" w:rsidRDefault="00277CEA" w:rsidP="009E474A">
    <w:pPr>
      <w:pStyle w:val="a3"/>
      <w:ind w:left="5529"/>
      <w:jc w:val="right"/>
      <w:rPr>
        <w:rFonts w:ascii="Arial Narrow" w:hAnsi="Arial Narrow"/>
        <w:sz w:val="18"/>
        <w:szCs w:val="24"/>
      </w:rPr>
    </w:pPr>
    <w:r w:rsidRPr="00CB1475">
      <w:rPr>
        <w:rFonts w:ascii="Arial Narrow" w:hAnsi="Arial Narrow"/>
        <w:sz w:val="18"/>
        <w:szCs w:val="24"/>
      </w:rPr>
      <w:t>к</w:t>
    </w:r>
    <w:r w:rsidR="001D533A" w:rsidRPr="00CB1475">
      <w:rPr>
        <w:rFonts w:ascii="Arial Narrow" w:hAnsi="Arial Narrow"/>
        <w:sz w:val="18"/>
        <w:szCs w:val="24"/>
      </w:rPr>
      <w:t xml:space="preserve"> протоколу заседания Совета директоров</w:t>
    </w:r>
  </w:p>
  <w:p w14:paraId="427D94C5" w14:textId="0AB829B3" w:rsidR="00277CEA" w:rsidRPr="00277CEA" w:rsidRDefault="001D533A" w:rsidP="009E474A">
    <w:pPr>
      <w:pStyle w:val="a3"/>
      <w:ind w:left="5529"/>
      <w:jc w:val="right"/>
      <w:rPr>
        <w:rFonts w:ascii="Arial Narrow" w:hAnsi="Arial Narrow"/>
        <w:sz w:val="18"/>
        <w:szCs w:val="24"/>
      </w:rPr>
    </w:pPr>
    <w:r w:rsidRPr="00CB1475">
      <w:rPr>
        <w:rFonts w:ascii="Arial Narrow" w:hAnsi="Arial Narrow"/>
        <w:sz w:val="18"/>
        <w:szCs w:val="24"/>
      </w:rPr>
      <w:t>АО «</w:t>
    </w:r>
    <w:r w:rsidR="009E474A" w:rsidRPr="00CB1475">
      <w:rPr>
        <w:rFonts w:ascii="Arial Narrow" w:hAnsi="Arial Narrow"/>
        <w:sz w:val="18"/>
        <w:szCs w:val="24"/>
      </w:rPr>
      <w:t>НПО «Молния</w:t>
    </w:r>
    <w:r w:rsidRPr="00CB1475">
      <w:rPr>
        <w:rFonts w:ascii="Arial Narrow" w:hAnsi="Arial Narrow"/>
        <w:sz w:val="18"/>
        <w:szCs w:val="24"/>
      </w:rPr>
      <w:t xml:space="preserve">» № </w:t>
    </w:r>
    <w:r w:rsidR="00B20575" w:rsidRPr="00CB1475">
      <w:rPr>
        <w:rFonts w:ascii="Arial Narrow" w:hAnsi="Arial Narrow"/>
        <w:sz w:val="18"/>
        <w:szCs w:val="24"/>
      </w:rPr>
      <w:t>3</w:t>
    </w:r>
    <w:r w:rsidR="00A802D0" w:rsidRPr="00CB1475">
      <w:rPr>
        <w:rFonts w:ascii="Arial Narrow" w:hAnsi="Arial Narrow"/>
        <w:sz w:val="18"/>
        <w:szCs w:val="24"/>
      </w:rPr>
      <w:t>/2</w:t>
    </w:r>
    <w:r w:rsidR="00B20575" w:rsidRPr="00CB1475">
      <w:rPr>
        <w:rFonts w:ascii="Arial Narrow" w:hAnsi="Arial Narrow"/>
        <w:sz w:val="18"/>
        <w:szCs w:val="24"/>
      </w:rPr>
      <w:t>1</w:t>
    </w:r>
    <w:r w:rsidR="00277CEA" w:rsidRPr="00CB1475">
      <w:rPr>
        <w:rFonts w:ascii="Arial Narrow" w:hAnsi="Arial Narrow"/>
        <w:sz w:val="18"/>
        <w:szCs w:val="24"/>
      </w:rPr>
      <w:t xml:space="preserve"> </w:t>
    </w:r>
    <w:r w:rsidR="009E474A" w:rsidRPr="00CB1475">
      <w:rPr>
        <w:rFonts w:ascii="Arial Narrow" w:hAnsi="Arial Narrow"/>
        <w:sz w:val="18"/>
        <w:szCs w:val="24"/>
      </w:rPr>
      <w:t xml:space="preserve">от </w:t>
    </w:r>
    <w:r w:rsidR="00CB1475" w:rsidRPr="00CB1475">
      <w:rPr>
        <w:rFonts w:ascii="Arial Narrow" w:hAnsi="Arial Narrow"/>
        <w:sz w:val="18"/>
        <w:szCs w:val="24"/>
      </w:rPr>
      <w:t>21.05.</w:t>
    </w:r>
    <w:r w:rsidR="00874171" w:rsidRPr="00CB1475">
      <w:rPr>
        <w:rFonts w:ascii="Arial Narrow" w:hAnsi="Arial Narrow"/>
        <w:sz w:val="18"/>
        <w:szCs w:val="24"/>
      </w:rPr>
      <w:t>202</w:t>
    </w:r>
    <w:r w:rsidR="00B20575" w:rsidRPr="00CB1475">
      <w:rPr>
        <w:rFonts w:ascii="Arial Narrow" w:hAnsi="Arial Narrow"/>
        <w:sz w:val="18"/>
        <w:szCs w:val="24"/>
      </w:rPr>
      <w:t>1</w:t>
    </w:r>
    <w:r w:rsidR="00277CEA" w:rsidRPr="00277CEA">
      <w:rPr>
        <w:sz w:val="18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E0319"/>
    <w:multiLevelType w:val="hybridMultilevel"/>
    <w:tmpl w:val="ABA6B0B6"/>
    <w:lvl w:ilvl="0" w:tplc="A66E3CFE">
      <w:start w:val="1"/>
      <w:numFmt w:val="decimal"/>
      <w:lvlText w:val="%1."/>
      <w:lvlJc w:val="left"/>
      <w:pPr>
        <w:ind w:left="67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036F5"/>
    <w:multiLevelType w:val="hybridMultilevel"/>
    <w:tmpl w:val="EA3C9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B760B"/>
    <w:multiLevelType w:val="hybridMultilevel"/>
    <w:tmpl w:val="B4E2B3CE"/>
    <w:lvl w:ilvl="0" w:tplc="EA903D3E">
      <w:start w:val="1"/>
      <w:numFmt w:val="decimal"/>
      <w:lvlText w:val="%1."/>
      <w:lvlJc w:val="left"/>
      <w:pPr>
        <w:ind w:left="1346" w:hanging="495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0272792"/>
    <w:multiLevelType w:val="hybridMultilevel"/>
    <w:tmpl w:val="ACFE3694"/>
    <w:lvl w:ilvl="0" w:tplc="A87C3D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6B1647D"/>
    <w:multiLevelType w:val="hybridMultilevel"/>
    <w:tmpl w:val="7E6C7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8E76EF"/>
    <w:multiLevelType w:val="hybridMultilevel"/>
    <w:tmpl w:val="0D9A4140"/>
    <w:lvl w:ilvl="0" w:tplc="1B585A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2C7474"/>
    <w:multiLevelType w:val="hybridMultilevel"/>
    <w:tmpl w:val="FFD4FB54"/>
    <w:lvl w:ilvl="0" w:tplc="69927898">
      <w:start w:val="1"/>
      <w:numFmt w:val="decimal"/>
      <w:suff w:val="space"/>
      <w:lvlText w:val="%1."/>
      <w:lvlJc w:val="left"/>
      <w:pPr>
        <w:ind w:left="851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674B4D"/>
    <w:multiLevelType w:val="hybridMultilevel"/>
    <w:tmpl w:val="2766DE9E"/>
    <w:lvl w:ilvl="0" w:tplc="64C0BA2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46584"/>
    <w:multiLevelType w:val="hybridMultilevel"/>
    <w:tmpl w:val="453209A0"/>
    <w:lvl w:ilvl="0" w:tplc="F9806FD8">
      <w:start w:val="1"/>
      <w:numFmt w:val="decimal"/>
      <w:lvlText w:val="%1."/>
      <w:lvlJc w:val="left"/>
      <w:pPr>
        <w:ind w:left="992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8C43000"/>
    <w:multiLevelType w:val="hybridMultilevel"/>
    <w:tmpl w:val="3ABE15F0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63DA5CFE"/>
    <w:multiLevelType w:val="hybridMultilevel"/>
    <w:tmpl w:val="98489B66"/>
    <w:lvl w:ilvl="0" w:tplc="FC9ED8C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3AB2965"/>
    <w:multiLevelType w:val="hybridMultilevel"/>
    <w:tmpl w:val="22068AD2"/>
    <w:lvl w:ilvl="0" w:tplc="F97C985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2"/>
  </w:num>
  <w:num w:numId="5">
    <w:abstractNumId w:val="5"/>
  </w:num>
  <w:num w:numId="6">
    <w:abstractNumId w:val="8"/>
  </w:num>
  <w:num w:numId="7">
    <w:abstractNumId w:val="3"/>
  </w:num>
  <w:num w:numId="8">
    <w:abstractNumId w:val="0"/>
  </w:num>
  <w:num w:numId="9">
    <w:abstractNumId w:val="10"/>
  </w:num>
  <w:num w:numId="10">
    <w:abstractNumId w:val="1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4468"/>
    <w:rsid w:val="00014763"/>
    <w:rsid w:val="00017474"/>
    <w:rsid w:val="00025B69"/>
    <w:rsid w:val="00027DA3"/>
    <w:rsid w:val="000567D8"/>
    <w:rsid w:val="000607AB"/>
    <w:rsid w:val="00072FCF"/>
    <w:rsid w:val="000760CA"/>
    <w:rsid w:val="000764C6"/>
    <w:rsid w:val="0008366B"/>
    <w:rsid w:val="000856C8"/>
    <w:rsid w:val="000942E3"/>
    <w:rsid w:val="00096234"/>
    <w:rsid w:val="000B71D5"/>
    <w:rsid w:val="000D0B5C"/>
    <w:rsid w:val="000F4B16"/>
    <w:rsid w:val="000F56E5"/>
    <w:rsid w:val="0012297C"/>
    <w:rsid w:val="00145FF6"/>
    <w:rsid w:val="0015370F"/>
    <w:rsid w:val="001A0808"/>
    <w:rsid w:val="001B0961"/>
    <w:rsid w:val="001D4CCD"/>
    <w:rsid w:val="001D533A"/>
    <w:rsid w:val="00202D2C"/>
    <w:rsid w:val="00227774"/>
    <w:rsid w:val="00237E36"/>
    <w:rsid w:val="00252AD4"/>
    <w:rsid w:val="00277CEA"/>
    <w:rsid w:val="002A387C"/>
    <w:rsid w:val="002C3406"/>
    <w:rsid w:val="002E3A59"/>
    <w:rsid w:val="002E3D7F"/>
    <w:rsid w:val="0030238C"/>
    <w:rsid w:val="003107FF"/>
    <w:rsid w:val="00311272"/>
    <w:rsid w:val="003224FD"/>
    <w:rsid w:val="00343995"/>
    <w:rsid w:val="00351B82"/>
    <w:rsid w:val="00367D04"/>
    <w:rsid w:val="0037267A"/>
    <w:rsid w:val="00394468"/>
    <w:rsid w:val="00396BD4"/>
    <w:rsid w:val="003B36DB"/>
    <w:rsid w:val="003C5855"/>
    <w:rsid w:val="003E5F11"/>
    <w:rsid w:val="003F7BC8"/>
    <w:rsid w:val="00406781"/>
    <w:rsid w:val="004153BC"/>
    <w:rsid w:val="00416078"/>
    <w:rsid w:val="00424FB7"/>
    <w:rsid w:val="00464AC2"/>
    <w:rsid w:val="00477ECD"/>
    <w:rsid w:val="0049662B"/>
    <w:rsid w:val="004A5FF3"/>
    <w:rsid w:val="004C571A"/>
    <w:rsid w:val="004C7C03"/>
    <w:rsid w:val="004D686F"/>
    <w:rsid w:val="004F2B6D"/>
    <w:rsid w:val="00512264"/>
    <w:rsid w:val="00517609"/>
    <w:rsid w:val="00522E3C"/>
    <w:rsid w:val="005260AA"/>
    <w:rsid w:val="00534DBF"/>
    <w:rsid w:val="005436BC"/>
    <w:rsid w:val="00550C8B"/>
    <w:rsid w:val="00554716"/>
    <w:rsid w:val="00565781"/>
    <w:rsid w:val="00566FDD"/>
    <w:rsid w:val="00570BDE"/>
    <w:rsid w:val="00586100"/>
    <w:rsid w:val="005877E9"/>
    <w:rsid w:val="005C33EF"/>
    <w:rsid w:val="005F5F4C"/>
    <w:rsid w:val="00604BAB"/>
    <w:rsid w:val="00612F0F"/>
    <w:rsid w:val="00630B28"/>
    <w:rsid w:val="0063669A"/>
    <w:rsid w:val="0064150B"/>
    <w:rsid w:val="00653802"/>
    <w:rsid w:val="00676CD0"/>
    <w:rsid w:val="00677D91"/>
    <w:rsid w:val="0068528C"/>
    <w:rsid w:val="006A57BC"/>
    <w:rsid w:val="006B422B"/>
    <w:rsid w:val="006B695C"/>
    <w:rsid w:val="006D0D09"/>
    <w:rsid w:val="006D76BC"/>
    <w:rsid w:val="006F1462"/>
    <w:rsid w:val="006F189E"/>
    <w:rsid w:val="00707852"/>
    <w:rsid w:val="007106B1"/>
    <w:rsid w:val="00716A9D"/>
    <w:rsid w:val="00725090"/>
    <w:rsid w:val="00737750"/>
    <w:rsid w:val="007459F8"/>
    <w:rsid w:val="00761663"/>
    <w:rsid w:val="00770BC5"/>
    <w:rsid w:val="007767C5"/>
    <w:rsid w:val="00777600"/>
    <w:rsid w:val="00777ADD"/>
    <w:rsid w:val="00795541"/>
    <w:rsid w:val="007B1352"/>
    <w:rsid w:val="007B286A"/>
    <w:rsid w:val="007C6933"/>
    <w:rsid w:val="007D5792"/>
    <w:rsid w:val="007E568D"/>
    <w:rsid w:val="007F357E"/>
    <w:rsid w:val="0080325D"/>
    <w:rsid w:val="00874171"/>
    <w:rsid w:val="008B2153"/>
    <w:rsid w:val="008E41B8"/>
    <w:rsid w:val="00947F5B"/>
    <w:rsid w:val="00950C98"/>
    <w:rsid w:val="00951AD8"/>
    <w:rsid w:val="00951E44"/>
    <w:rsid w:val="00962E8C"/>
    <w:rsid w:val="009776D1"/>
    <w:rsid w:val="00993BC7"/>
    <w:rsid w:val="009B7B89"/>
    <w:rsid w:val="009C5885"/>
    <w:rsid w:val="009D0B48"/>
    <w:rsid w:val="009E474A"/>
    <w:rsid w:val="009F2FC2"/>
    <w:rsid w:val="009F32B5"/>
    <w:rsid w:val="00A036CA"/>
    <w:rsid w:val="00A1365B"/>
    <w:rsid w:val="00A1696A"/>
    <w:rsid w:val="00A2223A"/>
    <w:rsid w:val="00A2365F"/>
    <w:rsid w:val="00A2607A"/>
    <w:rsid w:val="00A26473"/>
    <w:rsid w:val="00A409D0"/>
    <w:rsid w:val="00A706E2"/>
    <w:rsid w:val="00A70925"/>
    <w:rsid w:val="00A71C4E"/>
    <w:rsid w:val="00A802D0"/>
    <w:rsid w:val="00A929A2"/>
    <w:rsid w:val="00A96C58"/>
    <w:rsid w:val="00B0300D"/>
    <w:rsid w:val="00B11C2A"/>
    <w:rsid w:val="00B20575"/>
    <w:rsid w:val="00B23E10"/>
    <w:rsid w:val="00B32545"/>
    <w:rsid w:val="00B401D7"/>
    <w:rsid w:val="00B46A30"/>
    <w:rsid w:val="00B6069C"/>
    <w:rsid w:val="00B626C2"/>
    <w:rsid w:val="00B65E11"/>
    <w:rsid w:val="00B70841"/>
    <w:rsid w:val="00B93DEF"/>
    <w:rsid w:val="00BA44B5"/>
    <w:rsid w:val="00BD3406"/>
    <w:rsid w:val="00BE0680"/>
    <w:rsid w:val="00BF7B38"/>
    <w:rsid w:val="00C455D2"/>
    <w:rsid w:val="00C70DCD"/>
    <w:rsid w:val="00C76912"/>
    <w:rsid w:val="00C93003"/>
    <w:rsid w:val="00C97AC7"/>
    <w:rsid w:val="00CA2B80"/>
    <w:rsid w:val="00CA3AD2"/>
    <w:rsid w:val="00CB1475"/>
    <w:rsid w:val="00D10C27"/>
    <w:rsid w:val="00D17469"/>
    <w:rsid w:val="00D220D0"/>
    <w:rsid w:val="00D24717"/>
    <w:rsid w:val="00D33387"/>
    <w:rsid w:val="00D733AB"/>
    <w:rsid w:val="00D73A68"/>
    <w:rsid w:val="00D94FBD"/>
    <w:rsid w:val="00DC716D"/>
    <w:rsid w:val="00DD1128"/>
    <w:rsid w:val="00DD5155"/>
    <w:rsid w:val="00DE7761"/>
    <w:rsid w:val="00DF16D2"/>
    <w:rsid w:val="00E05D90"/>
    <w:rsid w:val="00E35B31"/>
    <w:rsid w:val="00E51E61"/>
    <w:rsid w:val="00E639A8"/>
    <w:rsid w:val="00E83C3B"/>
    <w:rsid w:val="00E96B2A"/>
    <w:rsid w:val="00EA1815"/>
    <w:rsid w:val="00EA7D53"/>
    <w:rsid w:val="00EC7EC2"/>
    <w:rsid w:val="00F348B6"/>
    <w:rsid w:val="00F65814"/>
    <w:rsid w:val="00F729A9"/>
    <w:rsid w:val="00FC2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C1C82C6"/>
  <w15:docId w15:val="{89D0E79C-0983-4AF3-A279-78CF31E7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Verdana" w:eastAsiaTheme="minorHAnsi" w:hAnsi="Verdana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Калашников"/>
    <w:qFormat/>
    <w:rsid w:val="00017474"/>
  </w:style>
  <w:style w:type="paragraph" w:styleId="1">
    <w:name w:val="heading 1"/>
    <w:basedOn w:val="a"/>
    <w:next w:val="a"/>
    <w:link w:val="10"/>
    <w:qFormat/>
    <w:rsid w:val="00BD3406"/>
    <w:pPr>
      <w:keepNext/>
      <w:spacing w:after="0" w:line="240" w:lineRule="auto"/>
      <w:ind w:firstLine="709"/>
      <w:jc w:val="right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5D9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6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607A"/>
  </w:style>
  <w:style w:type="paragraph" w:styleId="a5">
    <w:name w:val="footer"/>
    <w:basedOn w:val="a"/>
    <w:link w:val="a6"/>
    <w:uiPriority w:val="99"/>
    <w:unhideWhenUsed/>
    <w:rsid w:val="00A26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607A"/>
  </w:style>
  <w:style w:type="paragraph" w:styleId="a7">
    <w:name w:val="Balloon Text"/>
    <w:basedOn w:val="a"/>
    <w:link w:val="a8"/>
    <w:uiPriority w:val="99"/>
    <w:semiHidden/>
    <w:unhideWhenUsed/>
    <w:rsid w:val="00A26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607A"/>
    <w:rPr>
      <w:rFonts w:ascii="Tahoma" w:hAnsi="Tahoma" w:cs="Tahoma"/>
      <w:sz w:val="16"/>
      <w:szCs w:val="16"/>
    </w:rPr>
  </w:style>
  <w:style w:type="paragraph" w:customStyle="1" w:styleId="NoParagraphStyle">
    <w:name w:val="[No Paragraph Style]"/>
    <w:uiPriority w:val="99"/>
    <w:rsid w:val="000B71D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character" w:styleId="a9">
    <w:name w:val="Hyperlink"/>
    <w:basedOn w:val="a0"/>
    <w:uiPriority w:val="99"/>
    <w:rsid w:val="00D94FBD"/>
    <w:rPr>
      <w:rFonts w:cs="Times New Roman"/>
      <w:color w:val="0000FF"/>
      <w:u w:val="single"/>
    </w:rPr>
  </w:style>
  <w:style w:type="paragraph" w:styleId="aa">
    <w:name w:val="Body Text Indent"/>
    <w:basedOn w:val="a"/>
    <w:link w:val="ab"/>
    <w:rsid w:val="00477EC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477E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aliases w:val="КК,Нумерованый список,Абзац без кр.стр.,Подпись рисунка"/>
    <w:basedOn w:val="a"/>
    <w:link w:val="ad"/>
    <w:uiPriority w:val="34"/>
    <w:qFormat/>
    <w:rsid w:val="00477ECD"/>
    <w:pPr>
      <w:ind w:left="720"/>
      <w:contextualSpacing/>
    </w:pPr>
  </w:style>
  <w:style w:type="paragraph" w:customStyle="1" w:styleId="ae">
    <w:name w:val="Калашников основной текст"/>
    <w:qFormat/>
    <w:rsid w:val="007F357E"/>
    <w:pPr>
      <w:jc w:val="both"/>
    </w:pPr>
  </w:style>
  <w:style w:type="paragraph" w:customStyle="1" w:styleId="11">
    <w:name w:val="Стиль1"/>
    <w:basedOn w:val="NoParagraphStyle"/>
    <w:next w:val="ae"/>
    <w:qFormat/>
    <w:rsid w:val="007F357E"/>
    <w:pPr>
      <w:framePr w:hSpace="180" w:wrap="around" w:vAnchor="page" w:hAnchor="margin" w:y="2861"/>
      <w:spacing w:line="276" w:lineRule="auto"/>
      <w:textAlignment w:val="auto"/>
    </w:pPr>
    <w:rPr>
      <w:rFonts w:ascii="Verdana" w:hAnsi="Verdana" w:cs="Times New Roman"/>
      <w:color w:val="auto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rsid w:val="00BD34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Title"/>
    <w:basedOn w:val="a"/>
    <w:link w:val="af0"/>
    <w:qFormat/>
    <w:rsid w:val="00BD3406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0">
    <w:name w:val="Заголовок Знак"/>
    <w:basedOn w:val="a0"/>
    <w:link w:val="af"/>
    <w:rsid w:val="00BD340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ddress-value">
    <w:name w:val="address-value"/>
    <w:basedOn w:val="a0"/>
    <w:rsid w:val="003F7BC8"/>
  </w:style>
  <w:style w:type="paragraph" w:customStyle="1" w:styleId="Iniiaiieoaeno">
    <w:name w:val="Iniiaiie oaeno"/>
    <w:basedOn w:val="a"/>
    <w:rsid w:val="00777AD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Абзац списка Знак"/>
    <w:aliases w:val="КК Знак,Нумерованый список Знак,Абзац без кр.стр. Знак,Подпись рисунка Знак"/>
    <w:link w:val="ac"/>
    <w:uiPriority w:val="34"/>
    <w:locked/>
    <w:rsid w:val="00777ADD"/>
  </w:style>
  <w:style w:type="character" w:customStyle="1" w:styleId="40">
    <w:name w:val="Заголовок 4 Знак"/>
    <w:basedOn w:val="a0"/>
    <w:link w:val="4"/>
    <w:uiPriority w:val="9"/>
    <w:semiHidden/>
    <w:rsid w:val="00E05D90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f1">
    <w:name w:val="Body Text"/>
    <w:basedOn w:val="a"/>
    <w:link w:val="af2"/>
    <w:uiPriority w:val="99"/>
    <w:semiHidden/>
    <w:unhideWhenUsed/>
    <w:rsid w:val="00E05D90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E05D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2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pomolniya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npomolniya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G8F9A~1.MAK\AppData\Local\Temp\Rar$DI00.683\&#1041;&#1051;&#1040;&#1053;&#1050;_&#1076;&#1083;&#1103;_&#1074;&#1085;&#1077;&#1096;_&#1087;&#1077;&#1088;&#1077;&#1087;&#1080;&#1089;&#1082;&#1080;_&#1079;&#1072;&#1087;&#1086;&#1083;&#1085;&#1077;&#1085;&#1085;&#1099;&#1081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E3B9D-3071-41D7-9380-1A7C4B1D7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БЛАНК_для_внеш_переписки_заполненный</Template>
  <TotalTime>338</TotalTime>
  <Pages>1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Макарычева Елена Геннадьевна</dc:creator>
  <cp:lastModifiedBy>Каменев Михаил Вячеславович</cp:lastModifiedBy>
  <cp:revision>27</cp:revision>
  <cp:lastPrinted>2019-07-16T09:28:00Z</cp:lastPrinted>
  <dcterms:created xsi:type="dcterms:W3CDTF">2019-06-10T10:51:00Z</dcterms:created>
  <dcterms:modified xsi:type="dcterms:W3CDTF">2021-05-24T08:34:00Z</dcterms:modified>
</cp:coreProperties>
</file>